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32" w:type="dxa"/>
        <w:tblInd w:w="-176" w:type="dxa"/>
        <w:tblLook w:val="04A0" w:firstRow="1" w:lastRow="0" w:firstColumn="1" w:lastColumn="0" w:noHBand="0" w:noVBand="1"/>
      </w:tblPr>
      <w:tblGrid>
        <w:gridCol w:w="271"/>
        <w:gridCol w:w="2834"/>
        <w:gridCol w:w="530"/>
        <w:gridCol w:w="2637"/>
        <w:gridCol w:w="283"/>
        <w:gridCol w:w="2977"/>
      </w:tblGrid>
      <w:tr w:rsidR="007D5763" w14:paraId="690B58CB" w14:textId="77777777" w:rsidTr="007D5763">
        <w:tc>
          <w:tcPr>
            <w:tcW w:w="9532" w:type="dxa"/>
            <w:gridSpan w:val="6"/>
          </w:tcPr>
          <w:p w14:paraId="7728888C" w14:textId="30D84FDF" w:rsidR="009037B1" w:rsidRPr="007D5763" w:rsidRDefault="007D5763" w:rsidP="000D1C6F">
            <w:pPr>
              <w:pStyle w:val="Normalsteksts"/>
              <w:spacing w:before="0" w:line="240" w:lineRule="auto"/>
              <w:ind w:firstLine="0"/>
              <w:jc w:val="center"/>
              <w:rPr>
                <w:bCs/>
                <w:szCs w:val="4"/>
              </w:rPr>
            </w:pPr>
            <w:r w:rsidRPr="007D5763">
              <w:rPr>
                <w:bCs/>
                <w:szCs w:val="4"/>
              </w:rPr>
              <w:t>Rīg</w:t>
            </w:r>
            <w:r>
              <w:rPr>
                <w:bCs/>
                <w:szCs w:val="4"/>
              </w:rPr>
              <w:t>ā</w:t>
            </w:r>
          </w:p>
        </w:tc>
      </w:tr>
      <w:tr w:rsidR="00723094" w14:paraId="53B99630" w14:textId="77777777" w:rsidTr="007D5763">
        <w:tc>
          <w:tcPr>
            <w:tcW w:w="271" w:type="dxa"/>
          </w:tcPr>
          <w:p w14:paraId="3E047EA5" w14:textId="77777777" w:rsidR="006A08D8" w:rsidRDefault="006A08D8" w:rsidP="007B206C">
            <w:pPr>
              <w:pStyle w:val="Saspieststeksts"/>
              <w:spacing w:before="120"/>
              <w:ind w:left="-108" w:right="-108" w:firstLine="817"/>
            </w:pPr>
          </w:p>
        </w:tc>
        <w:tc>
          <w:tcPr>
            <w:tcW w:w="2834" w:type="dxa"/>
            <w:tcBorders>
              <w:top w:val="nil"/>
              <w:left w:val="nil"/>
              <w:bottom w:val="single" w:sz="8" w:space="0" w:color="262626"/>
              <w:right w:val="nil"/>
            </w:tcBorders>
          </w:tcPr>
          <w:p w14:paraId="4D7B4F24" w14:textId="77777777" w:rsidR="006A08D8" w:rsidRPr="0007053D" w:rsidRDefault="003B513C" w:rsidP="003B513C">
            <w:pPr>
              <w:pStyle w:val="Saspieststeksts"/>
              <w:spacing w:before="120"/>
              <w:ind w:firstLine="0"/>
              <w:rPr>
                <w:sz w:val="22"/>
                <w:szCs w:val="22"/>
              </w:rPr>
            </w:pPr>
            <w:r w:rsidRPr="003B513C">
              <w:rPr>
                <w:sz w:val="22"/>
                <w:szCs w:val="22"/>
              </w:rPr>
              <w:t>{{PIRMEPARDATUMS}}</w:t>
            </w:r>
          </w:p>
        </w:tc>
        <w:tc>
          <w:tcPr>
            <w:tcW w:w="530" w:type="dxa"/>
            <w:hideMark/>
          </w:tcPr>
          <w:p w14:paraId="0E97F1B2" w14:textId="77777777" w:rsidR="006A08D8" w:rsidRPr="0007053D" w:rsidRDefault="00000000" w:rsidP="003B513C">
            <w:pPr>
              <w:pStyle w:val="Normalsteksts"/>
              <w:spacing w:after="0" w:line="240" w:lineRule="auto"/>
              <w:ind w:firstLine="0"/>
              <w:rPr>
                <w:sz w:val="22"/>
                <w:szCs w:val="22"/>
              </w:rPr>
            </w:pPr>
            <w:r w:rsidRPr="0007053D">
              <w:rPr>
                <w:sz w:val="22"/>
                <w:szCs w:val="22"/>
              </w:rPr>
              <w:t>Nr.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8" w:space="0" w:color="262626"/>
              <w:right w:val="nil"/>
            </w:tcBorders>
          </w:tcPr>
          <w:p w14:paraId="761FF66E" w14:textId="77777777" w:rsidR="006A08D8" w:rsidRPr="0007053D" w:rsidRDefault="003B513C" w:rsidP="003B513C">
            <w:pPr>
              <w:pStyle w:val="Saspieststeksts"/>
              <w:spacing w:before="120"/>
              <w:ind w:firstLine="0"/>
              <w:rPr>
                <w:sz w:val="22"/>
                <w:szCs w:val="22"/>
              </w:rPr>
            </w:pPr>
            <w:r w:rsidRPr="003B513C">
              <w:rPr>
                <w:sz w:val="22"/>
                <w:szCs w:val="22"/>
              </w:rPr>
              <w:t>{{DOKREGNUMURS}}</w:t>
            </w:r>
          </w:p>
        </w:tc>
        <w:tc>
          <w:tcPr>
            <w:tcW w:w="283" w:type="dxa"/>
          </w:tcPr>
          <w:p w14:paraId="433DBFB7" w14:textId="77777777" w:rsidR="006A08D8" w:rsidRDefault="006A08D8" w:rsidP="007B206C">
            <w:pPr>
              <w:pStyle w:val="Saspieststeksts"/>
              <w:spacing w:before="120"/>
            </w:pPr>
          </w:p>
        </w:tc>
        <w:tc>
          <w:tcPr>
            <w:tcW w:w="2977" w:type="dxa"/>
          </w:tcPr>
          <w:p w14:paraId="32F09CBC" w14:textId="77777777" w:rsidR="006A08D8" w:rsidRDefault="006A08D8" w:rsidP="007B206C">
            <w:pPr>
              <w:pStyle w:val="Normalsteksts"/>
              <w:spacing w:after="0" w:line="240" w:lineRule="auto"/>
              <w:ind w:firstLine="0"/>
              <w:jc w:val="left"/>
              <w:rPr>
                <w:b/>
                <w:szCs w:val="4"/>
              </w:rPr>
            </w:pPr>
          </w:p>
        </w:tc>
      </w:tr>
      <w:tr w:rsidR="00723094" w14:paraId="54A4E40D" w14:textId="77777777" w:rsidTr="007D5763">
        <w:tc>
          <w:tcPr>
            <w:tcW w:w="6272" w:type="dxa"/>
            <w:gridSpan w:val="4"/>
          </w:tcPr>
          <w:p w14:paraId="11C38AA1" w14:textId="77777777" w:rsidR="006A08D8" w:rsidRDefault="00000000" w:rsidP="007B206C">
            <w:r>
              <w:t xml:space="preserve">   Uz __.__.202_   Nr. ___________</w:t>
            </w:r>
          </w:p>
        </w:tc>
        <w:tc>
          <w:tcPr>
            <w:tcW w:w="283" w:type="dxa"/>
          </w:tcPr>
          <w:p w14:paraId="15A9F824" w14:textId="77777777" w:rsidR="006A08D8" w:rsidRDefault="006A08D8" w:rsidP="007B206C"/>
        </w:tc>
        <w:tc>
          <w:tcPr>
            <w:tcW w:w="2977" w:type="dxa"/>
            <w:hideMark/>
          </w:tcPr>
          <w:p w14:paraId="34A132A7" w14:textId="77777777" w:rsidR="006A08D8" w:rsidRDefault="006A08D8" w:rsidP="007B206C">
            <w:pPr>
              <w:pStyle w:val="Saspieststeksts"/>
              <w:ind w:firstLine="0"/>
              <w:jc w:val="left"/>
            </w:pPr>
          </w:p>
          <w:p w14:paraId="272105A3" w14:textId="77777777" w:rsidR="006A08D8" w:rsidRDefault="006A08D8" w:rsidP="007B206C">
            <w:pPr>
              <w:pStyle w:val="Saspieststeksts"/>
              <w:ind w:firstLine="0"/>
              <w:jc w:val="left"/>
            </w:pPr>
          </w:p>
          <w:p w14:paraId="38E2174E" w14:textId="77777777" w:rsidR="006A08D8" w:rsidRPr="007D5763" w:rsidRDefault="00000000" w:rsidP="007D5763">
            <w:pPr>
              <w:pStyle w:val="Saspieststeksts"/>
              <w:ind w:left="-221" w:firstLine="0"/>
              <w:jc w:val="right"/>
              <w:rPr>
                <w:b/>
                <w:bCs/>
                <w:szCs w:val="4"/>
              </w:rPr>
            </w:pPr>
            <w:r w:rsidRPr="007D5763">
              <w:rPr>
                <w:b/>
                <w:bCs/>
              </w:rPr>
              <w:t>Pilns adresāta nosaukums</w:t>
            </w:r>
            <w:r w:rsidRPr="007D5763">
              <w:rPr>
                <w:b/>
                <w:bCs/>
              </w:rPr>
              <w:br/>
              <w:t>Amats</w:t>
            </w:r>
            <w:r w:rsidRPr="007D5763">
              <w:rPr>
                <w:b/>
                <w:bCs/>
              </w:rPr>
              <w:br/>
              <w:t>Vārds Uzvārds</w:t>
            </w:r>
          </w:p>
        </w:tc>
      </w:tr>
    </w:tbl>
    <w:p w14:paraId="54CDA2F5" w14:textId="77777777" w:rsidR="006A08D8" w:rsidRDefault="006A08D8" w:rsidP="006A08D8">
      <w:pPr>
        <w:pStyle w:val="Saspieststeksts"/>
      </w:pPr>
    </w:p>
    <w:p w14:paraId="6FF181D8" w14:textId="77777777" w:rsidR="006A08D8" w:rsidRPr="00F208EB" w:rsidRDefault="006A08D8" w:rsidP="006A08D8">
      <w:pPr>
        <w:pStyle w:val="Saspieststeksts"/>
      </w:pPr>
    </w:p>
    <w:p w14:paraId="1F0F2A71" w14:textId="77777777" w:rsidR="006A08D8" w:rsidRPr="00F171A3" w:rsidRDefault="00000000" w:rsidP="006A08D8">
      <w:pPr>
        <w:pStyle w:val="Temadokumentam"/>
      </w:pPr>
      <w:r w:rsidRPr="00F171A3">
        <w:t xml:space="preserve">Par </w:t>
      </w:r>
      <w:r>
        <w:t>_______________________________</w:t>
      </w:r>
    </w:p>
    <w:p w14:paraId="23DBE4FA" w14:textId="77777777" w:rsidR="006A08D8" w:rsidRDefault="006A08D8" w:rsidP="006A08D8"/>
    <w:p w14:paraId="45EC1FF0" w14:textId="77777777" w:rsidR="00C07F0B" w:rsidRDefault="00C07F0B" w:rsidP="00003E22"/>
    <w:p w14:paraId="0E922138" w14:textId="77777777" w:rsidR="006A08D8" w:rsidRDefault="006A08D8" w:rsidP="00003E22"/>
    <w:p w14:paraId="17110B75" w14:textId="77777777" w:rsidR="006A08D8" w:rsidRDefault="006A08D8" w:rsidP="00003E22"/>
    <w:p w14:paraId="03F13E21" w14:textId="77777777" w:rsidR="006A08D8" w:rsidRDefault="006A08D8" w:rsidP="00003E22"/>
    <w:p w14:paraId="58E93B6C" w14:textId="77777777" w:rsidR="006A08D8" w:rsidRDefault="006A08D8" w:rsidP="00003E22"/>
    <w:p w14:paraId="06998A5C" w14:textId="77777777" w:rsidR="006A08D8" w:rsidRDefault="006A08D8" w:rsidP="00003E22"/>
    <w:p w14:paraId="4B5DA305" w14:textId="77777777" w:rsidR="006A08D8" w:rsidRDefault="006A08D8" w:rsidP="00003E22"/>
    <w:p w14:paraId="6243C81D" w14:textId="77777777" w:rsidR="006A08D8" w:rsidRDefault="006A08D8" w:rsidP="00003E22"/>
    <w:p w14:paraId="5D60DD72" w14:textId="77777777" w:rsidR="006A08D8" w:rsidRDefault="006A08D8" w:rsidP="00003E22"/>
    <w:p w14:paraId="681C413E" w14:textId="77777777" w:rsidR="006A08D8" w:rsidRDefault="006A08D8" w:rsidP="00003E22"/>
    <w:p w14:paraId="1EFFD7C5" w14:textId="77777777" w:rsidR="006A08D8" w:rsidRDefault="006A08D8" w:rsidP="00003E22"/>
    <w:p w14:paraId="580557CA" w14:textId="77777777" w:rsidR="006A08D8" w:rsidRDefault="006A08D8" w:rsidP="00003E22"/>
    <w:p w14:paraId="25E921F5" w14:textId="77777777" w:rsidR="006A08D8" w:rsidRDefault="006A08D8" w:rsidP="006A08D8">
      <w:pPr>
        <w:rPr>
          <w:rFonts w:ascii="Times New Roman" w:hAnsi="Times New Roman" w:cs="Times New Roman"/>
          <w:sz w:val="24"/>
        </w:rPr>
      </w:pPr>
    </w:p>
    <w:p w14:paraId="7BC86920" w14:textId="77777777" w:rsidR="006A08D8" w:rsidRPr="006A08D8" w:rsidRDefault="00000000" w:rsidP="006A08D8">
      <w:pPr>
        <w:rPr>
          <w:rFonts w:ascii="Times New Roman" w:hAnsi="Times New Roman" w:cs="Times New Roman"/>
          <w:sz w:val="24"/>
        </w:rPr>
      </w:pPr>
      <w:r w:rsidRPr="006A08D8">
        <w:rPr>
          <w:rFonts w:ascii="Times New Roman" w:hAnsi="Times New Roman" w:cs="Times New Roman"/>
          <w:sz w:val="24"/>
        </w:rPr>
        <w:t xml:space="preserve">Rektors </w:t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</w:r>
      <w:r w:rsidRPr="006A08D8">
        <w:rPr>
          <w:rFonts w:ascii="Times New Roman" w:hAnsi="Times New Roman" w:cs="Times New Roman"/>
          <w:sz w:val="24"/>
        </w:rPr>
        <w:tab/>
        <w:t xml:space="preserve">                        V. Uzvārds</w:t>
      </w:r>
    </w:p>
    <w:p w14:paraId="5275E882" w14:textId="77777777" w:rsidR="006A08D8" w:rsidRPr="006A08D8" w:rsidRDefault="006A08D8" w:rsidP="006A08D8">
      <w:pPr>
        <w:rPr>
          <w:rFonts w:ascii="Times New Roman" w:hAnsi="Times New Roman" w:cs="Times New Roman"/>
          <w:sz w:val="24"/>
        </w:rPr>
      </w:pPr>
    </w:p>
    <w:p w14:paraId="1065B50C" w14:textId="77777777" w:rsidR="006A08D8" w:rsidRPr="006A08D8" w:rsidRDefault="006A08D8" w:rsidP="006A08D8">
      <w:pPr>
        <w:rPr>
          <w:rFonts w:ascii="Times New Roman" w:hAnsi="Times New Roman" w:cs="Times New Roman"/>
          <w:sz w:val="24"/>
        </w:rPr>
      </w:pPr>
    </w:p>
    <w:p w14:paraId="28DF3D77" w14:textId="77777777" w:rsidR="006A08D8" w:rsidRPr="006A08D8" w:rsidRDefault="006A08D8" w:rsidP="006A08D8">
      <w:pPr>
        <w:rPr>
          <w:rFonts w:ascii="Times New Roman" w:hAnsi="Times New Roman" w:cs="Times New Roman"/>
          <w:sz w:val="24"/>
        </w:rPr>
      </w:pPr>
    </w:p>
    <w:p w14:paraId="1745C93D" w14:textId="77777777" w:rsidR="006A08D8" w:rsidRPr="006A08D8" w:rsidRDefault="00000000" w:rsidP="006A08D8">
      <w:pPr>
        <w:rPr>
          <w:rFonts w:ascii="Times New Roman" w:hAnsi="Times New Roman" w:cs="Times New Roman"/>
          <w:szCs w:val="20"/>
        </w:rPr>
      </w:pPr>
      <w:r w:rsidRPr="006A08D8">
        <w:rPr>
          <w:rFonts w:ascii="Times New Roman" w:hAnsi="Times New Roman" w:cs="Times New Roman"/>
          <w:szCs w:val="20"/>
        </w:rPr>
        <w:t>Sagatavotāja V.Uzvārds</w:t>
      </w:r>
    </w:p>
    <w:p w14:paraId="6B45D5D1" w14:textId="77777777" w:rsidR="006A08D8" w:rsidRPr="006A08D8" w:rsidRDefault="00000000" w:rsidP="006A08D8">
      <w:pPr>
        <w:rPr>
          <w:rFonts w:ascii="Times New Roman" w:hAnsi="Times New Roman" w:cs="Times New Roman"/>
          <w:sz w:val="24"/>
        </w:rPr>
      </w:pPr>
      <w:r w:rsidRPr="006A08D8">
        <w:rPr>
          <w:rFonts w:ascii="Times New Roman" w:hAnsi="Times New Roman" w:cs="Times New Roman"/>
          <w:szCs w:val="20"/>
        </w:rPr>
        <w:t>Tālr.Nr</w:t>
      </w:r>
      <w:r w:rsidRPr="006A08D8">
        <w:rPr>
          <w:rFonts w:ascii="Times New Roman" w:hAnsi="Times New Roman" w:cs="Times New Roman"/>
          <w:sz w:val="24"/>
        </w:rPr>
        <w:t xml:space="preserve">. </w:t>
      </w:r>
    </w:p>
    <w:p w14:paraId="712896A7" w14:textId="77777777" w:rsidR="006A08D8" w:rsidRDefault="006A08D8" w:rsidP="006A08D8">
      <w:pPr>
        <w:jc w:val="center"/>
        <w:rPr>
          <w:lang w:eastAsia="lv-LV"/>
        </w:rPr>
      </w:pPr>
      <w:bookmarkStart w:id="0" w:name="_Hlk57807900"/>
    </w:p>
    <w:bookmarkEnd w:id="0"/>
    <w:p w14:paraId="3D287BE1" w14:textId="77777777" w:rsidR="006A08D8" w:rsidRDefault="006A08D8" w:rsidP="006A08D8">
      <w:pPr>
        <w:rPr>
          <w:szCs w:val="20"/>
        </w:rPr>
      </w:pPr>
    </w:p>
    <w:p w14:paraId="55254047" w14:textId="77777777" w:rsidR="006A08D8" w:rsidRPr="0097491D" w:rsidRDefault="006A08D8" w:rsidP="00003E22"/>
    <w:sectPr w:rsidR="006A08D8" w:rsidRPr="0097491D" w:rsidSect="007D5763">
      <w:headerReference w:type="default" r:id="rId6"/>
      <w:footerReference w:type="default" r:id="rId7"/>
      <w:pgSz w:w="11906" w:h="16838"/>
      <w:pgMar w:top="3119" w:right="1021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395BE" w14:textId="77777777" w:rsidR="00354C2C" w:rsidRDefault="00354C2C">
      <w:pPr>
        <w:spacing w:line="240" w:lineRule="auto"/>
      </w:pPr>
      <w:r>
        <w:separator/>
      </w:r>
    </w:p>
  </w:endnote>
  <w:endnote w:type="continuationSeparator" w:id="0">
    <w:p w14:paraId="3AD0EDD9" w14:textId="77777777" w:rsidR="00354C2C" w:rsidRDefault="00354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ity Text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niversity Text Med">
    <w:panose1 w:val="020B0503020202020204"/>
    <w:charset w:val="BA"/>
    <w:family w:val="swiss"/>
    <w:pitch w:val="variable"/>
    <w:sig w:usb0="A000026F" w:usb1="100000EB" w:usb2="00000008" w:usb3="00000000" w:csb0="00000083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ED575" w14:textId="77777777" w:rsidR="00FE2D13" w:rsidRPr="00FE2D13" w:rsidRDefault="00FE2D13" w:rsidP="00FE2D13">
    <w:pPr>
      <w:jc w:val="center"/>
      <w:rPr>
        <w:rFonts w:ascii="Times New Roman" w:hAnsi="Times New Roman" w:cs="Times New Roman"/>
        <w:sz w:val="24"/>
        <w:lang w:eastAsia="lv-LV"/>
      </w:rPr>
    </w:pPr>
    <w:r w:rsidRPr="00FE2D13">
      <w:rPr>
        <w:rFonts w:ascii="Times New Roman" w:hAnsi="Times New Roman" w:cs="Times New Roman"/>
        <w:sz w:val="24"/>
        <w:lang w:eastAsia="lv-LV"/>
      </w:rPr>
      <w:t>ŠIS DOKUMENTS IR ELEKTRONISKI PARAKSTĪTS AR DROŠU ELEKTRONISKO</w:t>
    </w:r>
  </w:p>
  <w:p w14:paraId="43FFE5CF" w14:textId="77777777" w:rsidR="00FE2D13" w:rsidRPr="00FE2D13" w:rsidRDefault="00FE2D13" w:rsidP="00FE2D13">
    <w:pPr>
      <w:jc w:val="center"/>
      <w:rPr>
        <w:rFonts w:ascii="Times New Roman" w:hAnsi="Times New Roman" w:cs="Times New Roman"/>
        <w:sz w:val="24"/>
        <w:lang w:eastAsia="lv-LV"/>
      </w:rPr>
    </w:pPr>
    <w:r w:rsidRPr="00FE2D13">
      <w:rPr>
        <w:rFonts w:ascii="Times New Roman" w:hAnsi="Times New Roman" w:cs="Times New Roman"/>
        <w:sz w:val="24"/>
        <w:lang w:eastAsia="lv-LV"/>
      </w:rPr>
      <w:t>PARAKSTU UN SATUR LAIKA ZĪMOGU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23070" w14:textId="77777777" w:rsidR="00354C2C" w:rsidRDefault="00354C2C">
      <w:pPr>
        <w:spacing w:line="240" w:lineRule="auto"/>
      </w:pPr>
      <w:r>
        <w:separator/>
      </w:r>
    </w:p>
  </w:footnote>
  <w:footnote w:type="continuationSeparator" w:id="0">
    <w:p w14:paraId="5905B0C4" w14:textId="77777777" w:rsidR="00354C2C" w:rsidRDefault="00354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08179" w14:textId="77777777" w:rsidR="00C07F0B" w:rsidRDefault="00000000" w:rsidP="0007053D">
    <w:pPr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28F8F8A0" wp14:editId="7266CC0B">
              <wp:simplePos x="0" y="0"/>
              <wp:positionH relativeFrom="margin">
                <wp:align>right</wp:align>
              </wp:positionH>
              <wp:positionV relativeFrom="page">
                <wp:posOffset>1400175</wp:posOffset>
              </wp:positionV>
              <wp:extent cx="5915025" cy="316865"/>
              <wp:effectExtent l="0" t="0" r="9525" b="6985"/>
              <wp:wrapNone/>
              <wp:docPr id="217" name="Tekstlodziņš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5025" cy="3168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B7537B" w14:textId="77777777" w:rsidR="00C07F0B" w:rsidRPr="00E262FD" w:rsidRDefault="00000000" w:rsidP="00E262FD">
                          <w:pPr>
                            <w:spacing w:line="240" w:lineRule="auto"/>
                            <w:rPr>
                              <w:rFonts w:ascii="University Text Med" w:hAnsi="University Text Med" w:cs="University Text Med"/>
                              <w:caps/>
                              <w:color w:val="7F032D"/>
                              <w:spacing w:val="3"/>
                              <w:sz w:val="15"/>
                              <w:szCs w:val="15"/>
                            </w:rPr>
                          </w:pPr>
                          <w:r w:rsidRPr="00E262FD">
                            <w:rPr>
                              <w:rFonts w:ascii="University Text Med" w:hAnsi="University Text Med" w:cs="University Text Med"/>
                              <w:caps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>Rīgas Stradiņa universitāte</w:t>
                          </w:r>
                        </w:p>
                        <w:p w14:paraId="4F0A7F7B" w14:textId="77777777" w:rsidR="00C07F0B" w:rsidRPr="00E262FD" w:rsidRDefault="00000000" w:rsidP="00E262FD">
                          <w:pPr>
                            <w:spacing w:line="240" w:lineRule="auto"/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</w:pPr>
                          <w:r w:rsidRPr="00E262FD">
                            <w:rPr>
                              <w:rFonts w:ascii="University Text Med" w:hAnsi="University Text Med" w:cs="University Text Med"/>
                              <w:color w:val="7F032D"/>
                              <w:spacing w:val="3"/>
                              <w:sz w:val="15"/>
                              <w:szCs w:val="15"/>
                            </w:rPr>
                            <w:t>Reģ. Nr. 9000001377, Dzirciema iela 16, Rīga, LV-1007, Latvija, +371 67409230, rsu@rsu.lv, www.rsu.lv</w:t>
                          </w:r>
                        </w:p>
                      </w:txbxContent>
                    </wps:txbx>
                    <wps:bodyPr rot="0"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F8F8A0" id="_x0000_t202" coordsize="21600,21600" o:spt="202" path="m,l,21600r21600,l21600,xe">
              <v:stroke joinstyle="miter"/>
              <v:path gradientshapeok="t" o:connecttype="rect"/>
            </v:shapetype>
            <v:shape id="Tekstlodziņš 2" o:spid="_x0000_s1026" type="#_x0000_t202" style="position:absolute;left:0;text-align:left;margin-left:414.55pt;margin-top:110.25pt;width:465.75pt;height:24.9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" filled="f" stroked="f">
              <v:textbox inset="0,0,0,0">
                <w:txbxContent>
                  <w:p w14:paraId="77B7537B" w14:textId="77777777" w:rsidR="00C07F0B" w:rsidRPr="00E262FD" w:rsidRDefault="00000000" w:rsidP="00E262FD">
                    <w:pPr>
                      <w:spacing w:line="240" w:lineRule="auto"/>
                      <w:rPr>
                        <w:rFonts w:ascii="University Text Med" w:hAnsi="University Text Med" w:cs="University Text Med"/>
                        <w:caps/>
                        <w:color w:val="7F032D"/>
                        <w:spacing w:val="3"/>
                        <w:sz w:val="15"/>
                        <w:szCs w:val="15"/>
                      </w:rPr>
                    </w:pPr>
                    <w:r w:rsidRPr="00E262FD">
                      <w:rPr>
                        <w:rFonts w:ascii="University Text Med" w:hAnsi="University Text Med" w:cs="University Text Med"/>
                        <w:caps/>
                        <w:color w:val="7F032D"/>
                        <w:spacing w:val="3"/>
                        <w:sz w:val="15"/>
                        <w:szCs w:val="15"/>
                      </w:rPr>
                      <w:t>Rīgas Stradiņa universitāte</w:t>
                    </w:r>
                  </w:p>
                  <w:p w14:paraId="4F0A7F7B" w14:textId="77777777" w:rsidR="00C07F0B" w:rsidRPr="00E262FD" w:rsidRDefault="00000000" w:rsidP="00E262FD">
                    <w:pPr>
                      <w:spacing w:line="240" w:lineRule="auto"/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</w:pPr>
                    <w:r w:rsidRPr="00E262FD">
                      <w:rPr>
                        <w:rFonts w:ascii="University Text Med" w:hAnsi="University Text Med" w:cs="University Text Med"/>
                        <w:color w:val="7F032D"/>
                        <w:spacing w:val="3"/>
                        <w:sz w:val="15"/>
                        <w:szCs w:val="15"/>
                      </w:rPr>
                      <w:t>Reģ. Nr. 9000001377, Dzirciema iela 16, Rīga, LV-1007, Latvija, +371 67409230, rsu@rsu.lv, www.rsu.lv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1" layoutInCell="1" allowOverlap="1" wp14:anchorId="6CAEAB7E" wp14:editId="03F5F764">
          <wp:simplePos x="0" y="0"/>
          <wp:positionH relativeFrom="page">
            <wp:posOffset>972185</wp:posOffset>
          </wp:positionH>
          <wp:positionV relativeFrom="page">
            <wp:posOffset>323850</wp:posOffset>
          </wp:positionV>
          <wp:extent cx="1879200" cy="648000"/>
          <wp:effectExtent l="0" t="0" r="6985" b="0"/>
          <wp:wrapNone/>
          <wp:docPr id="135776531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1452297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2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9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763"/>
    <w:rsid w:val="00003E22"/>
    <w:rsid w:val="000364BB"/>
    <w:rsid w:val="0007053D"/>
    <w:rsid w:val="000D1C6F"/>
    <w:rsid w:val="00113ABC"/>
    <w:rsid w:val="001315A4"/>
    <w:rsid w:val="00222966"/>
    <w:rsid w:val="0023784A"/>
    <w:rsid w:val="0028453B"/>
    <w:rsid w:val="00354C2C"/>
    <w:rsid w:val="00355937"/>
    <w:rsid w:val="003A63EF"/>
    <w:rsid w:val="003B513C"/>
    <w:rsid w:val="004070A9"/>
    <w:rsid w:val="004641AE"/>
    <w:rsid w:val="00565A07"/>
    <w:rsid w:val="005819CC"/>
    <w:rsid w:val="00645B12"/>
    <w:rsid w:val="006A08D8"/>
    <w:rsid w:val="006E76F8"/>
    <w:rsid w:val="006F3B30"/>
    <w:rsid w:val="00723094"/>
    <w:rsid w:val="00750B12"/>
    <w:rsid w:val="007B206C"/>
    <w:rsid w:val="007D5763"/>
    <w:rsid w:val="009037B1"/>
    <w:rsid w:val="00942C62"/>
    <w:rsid w:val="0097491D"/>
    <w:rsid w:val="00997A52"/>
    <w:rsid w:val="00A5627B"/>
    <w:rsid w:val="00B95DCE"/>
    <w:rsid w:val="00BA4611"/>
    <w:rsid w:val="00C07F0B"/>
    <w:rsid w:val="00DF3EC9"/>
    <w:rsid w:val="00E262FD"/>
    <w:rsid w:val="00E363D6"/>
    <w:rsid w:val="00F1223F"/>
    <w:rsid w:val="00F171A3"/>
    <w:rsid w:val="00F208EB"/>
    <w:rsid w:val="00FD0358"/>
    <w:rsid w:val="00FE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4B76B2"/>
  <w15:chartTrackingRefBased/>
  <w15:docId w15:val="{D23AEFB2-9D69-4999-A4FD-7A6945F5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E22"/>
    <w:pPr>
      <w:spacing w:after="0" w:line="336" w:lineRule="auto"/>
    </w:pPr>
    <w:rPr>
      <w:rFonts w:ascii="University Text" w:hAnsi="University Text"/>
      <w:color w:val="000000" w:themeColor="text1"/>
      <w:spacing w:val="4"/>
      <w:sz w:val="20"/>
    </w:rPr>
  </w:style>
  <w:style w:type="paragraph" w:styleId="Heading1">
    <w:name w:val="heading 1"/>
    <w:basedOn w:val="Normal"/>
    <w:next w:val="Normal"/>
    <w:link w:val="Heading1Char"/>
    <w:uiPriority w:val="9"/>
    <w:rsid w:val="00C07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C07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rsid w:val="00C07F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F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F0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F0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F0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F0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07F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F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7F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F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F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F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F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F0B"/>
    <w:rPr>
      <w:rFonts w:eastAsiaTheme="majorEastAsia" w:cstheme="majorBidi"/>
      <w:color w:val="272727" w:themeColor="text1" w:themeTint="D8"/>
    </w:rPr>
  </w:style>
  <w:style w:type="paragraph" w:styleId="Subtitle">
    <w:name w:val="Subtitle"/>
    <w:next w:val="Normal"/>
    <w:link w:val="SubtitleChar"/>
    <w:autoRedefine/>
    <w:uiPriority w:val="11"/>
    <w:qFormat/>
    <w:rsid w:val="00003E22"/>
    <w:pPr>
      <w:numPr>
        <w:ilvl w:val="1"/>
      </w:numPr>
      <w:spacing w:after="0" w:line="336" w:lineRule="auto"/>
    </w:pPr>
    <w:rPr>
      <w:rFonts w:ascii="University Text Med" w:eastAsiaTheme="majorEastAsia" w:hAnsi="University Text Med" w:cstheme="majorBidi"/>
      <w:color w:val="000000" w:themeColor="text1"/>
      <w:spacing w:val="4"/>
      <w:sz w:val="20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3E22"/>
    <w:rPr>
      <w:rFonts w:ascii="University Text Med" w:eastAsiaTheme="majorEastAsia" w:hAnsi="University Text Med" w:cstheme="majorBidi"/>
      <w:color w:val="000000" w:themeColor="text1"/>
      <w:spacing w:val="4"/>
      <w:sz w:val="20"/>
      <w:szCs w:val="28"/>
    </w:rPr>
  </w:style>
  <w:style w:type="paragraph" w:styleId="Footer">
    <w:name w:val="footer"/>
    <w:basedOn w:val="Normal"/>
    <w:link w:val="FooterChar"/>
    <w:uiPriority w:val="99"/>
    <w:unhideWhenUsed/>
    <w:rsid w:val="00C07F0B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7F0B"/>
  </w:style>
  <w:style w:type="paragraph" w:customStyle="1" w:styleId="Normalsteksts">
    <w:name w:val="Normals teksts"/>
    <w:basedOn w:val="Normal"/>
    <w:link w:val="NormalstekstsChar"/>
    <w:qFormat/>
    <w:rsid w:val="006A08D8"/>
    <w:pPr>
      <w:spacing w:before="120" w:after="120" w:line="276" w:lineRule="auto"/>
      <w:ind w:firstLine="709"/>
      <w:jc w:val="both"/>
    </w:pPr>
    <w:rPr>
      <w:rFonts w:ascii="Times New Roman" w:eastAsia="Calibri" w:hAnsi="Times New Roman" w:cs="Times New Roman"/>
      <w:color w:val="auto"/>
      <w:spacing w:val="0"/>
      <w:kern w:val="0"/>
      <w:sz w:val="24"/>
      <w14:ligatures w14:val="none"/>
    </w:rPr>
  </w:style>
  <w:style w:type="character" w:customStyle="1" w:styleId="NormalstekstsChar">
    <w:name w:val="Normals teksts Char"/>
    <w:link w:val="Normalsteksts"/>
    <w:rsid w:val="006A08D8"/>
    <w:rPr>
      <w:rFonts w:ascii="Times New Roman" w:eastAsia="Calibri" w:hAnsi="Times New Roman" w:cs="Times New Roman"/>
      <w:kern w:val="0"/>
      <w14:ligatures w14:val="none"/>
    </w:rPr>
  </w:style>
  <w:style w:type="paragraph" w:customStyle="1" w:styleId="Saspieststeksts">
    <w:name w:val="Saspiests teksts"/>
    <w:basedOn w:val="Normalsteksts"/>
    <w:link w:val="SaspieststekstsChar"/>
    <w:qFormat/>
    <w:rsid w:val="006A08D8"/>
    <w:pPr>
      <w:spacing w:before="0" w:after="0" w:line="240" w:lineRule="auto"/>
    </w:pPr>
  </w:style>
  <w:style w:type="character" w:customStyle="1" w:styleId="SaspieststekstsChar">
    <w:name w:val="Saspiests teksts Char"/>
    <w:link w:val="Saspieststeksts"/>
    <w:rsid w:val="006A08D8"/>
    <w:rPr>
      <w:rFonts w:ascii="Times New Roman" w:eastAsia="Calibri" w:hAnsi="Times New Roman" w:cs="Times New Roman"/>
      <w:kern w:val="0"/>
      <w14:ligatures w14:val="none"/>
    </w:rPr>
  </w:style>
  <w:style w:type="paragraph" w:customStyle="1" w:styleId="Temadokumentam">
    <w:name w:val="Tema dokumentam"/>
    <w:basedOn w:val="Normalsteksts"/>
    <w:link w:val="TemadokumentamChar"/>
    <w:qFormat/>
    <w:rsid w:val="006A08D8"/>
    <w:pPr>
      <w:ind w:firstLine="0"/>
    </w:pPr>
    <w:rPr>
      <w:b/>
    </w:rPr>
  </w:style>
  <w:style w:type="character" w:customStyle="1" w:styleId="TemadokumentamChar">
    <w:name w:val="Tema dokumentam Char"/>
    <w:link w:val="Temadokumentam"/>
    <w:rsid w:val="006A08D8"/>
    <w:rPr>
      <w:rFonts w:ascii="Times New Roman" w:eastAsia="Calibri" w:hAnsi="Times New Roman" w:cs="Times New Roman"/>
      <w:b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7053D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053D"/>
    <w:rPr>
      <w:rFonts w:ascii="University Text" w:hAnsi="University Text"/>
      <w:color w:val="000000" w:themeColor="text1"/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cvei\Desktop\veidlapas\RSU_veidlapa_sarakste_LV.dotx" TargetMode="Externa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RSU_veidlapa_sarakste_LV</Template>
  <TotalTime>4</TotalTime>
  <Pages>1</Pages>
  <Words>175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Ance Veinberga</dc:creator>
  <cp:lastModifiedBy>Ance Veinberga</cp:lastModifiedBy>
  <cp:revision>6</cp:revision>
  <dcterms:created xsi:type="dcterms:W3CDTF">2026-02-10T13:48:00Z</dcterms:created>
  <dcterms:modified xsi:type="dcterms:W3CDTF">2026-02-12T08:30:00Z</dcterms:modified>
</cp:coreProperties>
</file>