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630353" w14:textId="77777777" w:rsidR="00A3513E" w:rsidRDefault="00000000" w:rsidP="00A3513E">
      <w:pPr>
        <w:pStyle w:val="Subtitle"/>
      </w:pPr>
      <w:r>
        <w:t xml:space="preserve">FULL NAME OF </w:t>
      </w:r>
    </w:p>
    <w:p w14:paraId="0C836471" w14:textId="77777777" w:rsidR="00A3513E" w:rsidRDefault="00000000" w:rsidP="00A3513E">
      <w:pPr>
        <w:pStyle w:val="Subtitle"/>
      </w:pPr>
      <w:r>
        <w:t xml:space="preserve">UNIVERSITY </w:t>
      </w:r>
    </w:p>
    <w:p w14:paraId="27B0FC00" w14:textId="77777777" w:rsidR="00E262FD" w:rsidRPr="00847D62" w:rsidRDefault="00000000" w:rsidP="00A3513E">
      <w:pPr>
        <w:pStyle w:val="Subtitle"/>
      </w:pPr>
      <w:r>
        <w:t>STRUCTURAL UNIT</w:t>
      </w:r>
    </w:p>
    <w:p w14:paraId="4BC04146" w14:textId="77777777" w:rsidR="00E262FD" w:rsidRPr="0097491D" w:rsidRDefault="00E262FD" w:rsidP="00003E22"/>
    <w:p w14:paraId="20ED130D" w14:textId="77777777" w:rsidR="004479E1" w:rsidRPr="004479E1" w:rsidRDefault="004479E1" w:rsidP="004479E1">
      <w:pPr>
        <w:spacing w:line="240" w:lineRule="auto"/>
        <w:rPr>
          <w:rFonts w:ascii="University Text Med" w:hAnsi="University Text Med" w:cs="University Text Med"/>
          <w:color w:val="7F032D"/>
          <w:spacing w:val="3"/>
          <w:sz w:val="15"/>
          <w:szCs w:val="15"/>
        </w:rPr>
      </w:pPr>
      <w:r w:rsidRPr="004479E1">
        <w:rPr>
          <w:rFonts w:ascii="University Text Med" w:hAnsi="University Text Med" w:cs="University Text Med"/>
          <w:color w:val="7F032D"/>
          <w:spacing w:val="3"/>
          <w:sz w:val="15"/>
          <w:szCs w:val="15"/>
        </w:rPr>
        <w:t xml:space="preserve">RĪGA STRADIŅŠ UNIVERSITY </w:t>
      </w:r>
    </w:p>
    <w:p w14:paraId="2994F9E4" w14:textId="48EE133C" w:rsidR="00296238" w:rsidRPr="00E262FD" w:rsidRDefault="004479E1" w:rsidP="00296238">
      <w:pPr>
        <w:spacing w:line="240" w:lineRule="auto"/>
        <w:rPr>
          <w:rFonts w:ascii="University Text Med" w:hAnsi="University Text Med" w:cs="University Text Med"/>
          <w:color w:val="7F032D"/>
          <w:spacing w:val="3"/>
          <w:sz w:val="15"/>
          <w:szCs w:val="15"/>
        </w:rPr>
      </w:pPr>
      <w:proofErr w:type="spellStart"/>
      <w:r w:rsidRPr="004479E1">
        <w:rPr>
          <w:rFonts w:ascii="University Text Med" w:hAnsi="University Text Med" w:cs="University Text Med"/>
          <w:color w:val="7F032D"/>
          <w:spacing w:val="3"/>
          <w:sz w:val="15"/>
          <w:szCs w:val="15"/>
        </w:rPr>
        <w:t>Reg</w:t>
      </w:r>
      <w:proofErr w:type="spellEnd"/>
      <w:r w:rsidRPr="004479E1">
        <w:rPr>
          <w:rFonts w:ascii="University Text Med" w:hAnsi="University Text Med" w:cs="University Text Med"/>
          <w:color w:val="7F032D"/>
          <w:spacing w:val="3"/>
          <w:sz w:val="15"/>
          <w:szCs w:val="15"/>
        </w:rPr>
        <w:t xml:space="preserve">. No. 90000013771, 16 Dzirciema iela, </w:t>
      </w:r>
      <w:proofErr w:type="spellStart"/>
      <w:r w:rsidRPr="004479E1">
        <w:rPr>
          <w:rFonts w:ascii="University Text Med" w:hAnsi="University Text Med" w:cs="University Text Med"/>
          <w:color w:val="7F032D"/>
          <w:spacing w:val="3"/>
          <w:sz w:val="15"/>
          <w:szCs w:val="15"/>
        </w:rPr>
        <w:t>Riga</w:t>
      </w:r>
      <w:proofErr w:type="spellEnd"/>
      <w:r w:rsidRPr="004479E1">
        <w:rPr>
          <w:rFonts w:ascii="University Text Med" w:hAnsi="University Text Med" w:cs="University Text Med"/>
          <w:color w:val="7F032D"/>
          <w:spacing w:val="3"/>
          <w:sz w:val="15"/>
          <w:szCs w:val="15"/>
        </w:rPr>
        <w:t>, LV-1007, Latvia</w:t>
      </w:r>
      <w:r w:rsidRPr="00E262FD">
        <w:rPr>
          <w:rFonts w:ascii="University Text Med" w:hAnsi="University Text Med" w:cs="University Text Med"/>
          <w:color w:val="7F032D"/>
          <w:spacing w:val="3"/>
          <w:sz w:val="15"/>
          <w:szCs w:val="15"/>
        </w:rPr>
        <w:t>,</w:t>
      </w:r>
      <w:r>
        <w:rPr>
          <w:rFonts w:ascii="University Text Med" w:hAnsi="University Text Med" w:cs="University Text Med"/>
          <w:color w:val="7F032D"/>
          <w:spacing w:val="3"/>
          <w:sz w:val="15"/>
          <w:szCs w:val="15"/>
        </w:rPr>
        <w:t xml:space="preserve"> </w:t>
      </w:r>
      <w:r w:rsidRPr="00E262FD">
        <w:rPr>
          <w:rFonts w:ascii="University Text Med" w:hAnsi="University Text Med" w:cs="University Text Med"/>
          <w:color w:val="7F032D"/>
          <w:spacing w:val="3"/>
          <w:sz w:val="15"/>
          <w:szCs w:val="15"/>
        </w:rPr>
        <w:t xml:space="preserve">+371 </w:t>
      </w:r>
      <w:r>
        <w:rPr>
          <w:rFonts w:ascii="University Text Med" w:hAnsi="University Text Med" w:cs="University Text Med"/>
          <w:color w:val="7F032D"/>
          <w:spacing w:val="3"/>
          <w:sz w:val="15"/>
          <w:szCs w:val="15"/>
        </w:rPr>
        <w:t>67XXXXXX</w:t>
      </w:r>
      <w:r w:rsidRPr="00E262FD">
        <w:rPr>
          <w:rFonts w:ascii="University Text Med" w:hAnsi="University Text Med" w:cs="University Text Med"/>
          <w:color w:val="7F032D"/>
          <w:spacing w:val="3"/>
          <w:sz w:val="15"/>
          <w:szCs w:val="15"/>
        </w:rPr>
        <w:t xml:space="preserve">, </w:t>
      </w:r>
      <w:r>
        <w:rPr>
          <w:rFonts w:ascii="University Text Med" w:hAnsi="University Text Med" w:cs="University Text Med"/>
          <w:color w:val="7F032D"/>
          <w:spacing w:val="3"/>
          <w:sz w:val="15"/>
          <w:szCs w:val="15"/>
        </w:rPr>
        <w:t>structuralunit</w:t>
      </w:r>
      <w:r w:rsidRPr="00E262FD">
        <w:rPr>
          <w:rFonts w:ascii="University Text Med" w:hAnsi="University Text Med" w:cs="University Text Med"/>
          <w:color w:val="7F032D"/>
          <w:spacing w:val="3"/>
          <w:sz w:val="15"/>
          <w:szCs w:val="15"/>
        </w:rPr>
        <w:t>@rsu.lv, www.rsu.lv</w:t>
      </w:r>
    </w:p>
    <w:p w14:paraId="5343630A" w14:textId="77777777" w:rsidR="00296238" w:rsidRDefault="00296238" w:rsidP="00A3513E"/>
    <w:p w14:paraId="5B3B4DD9" w14:textId="77777777" w:rsidR="00847D62" w:rsidRPr="00777777" w:rsidRDefault="00000000" w:rsidP="00847D62">
      <w:pPr>
        <w:jc w:val="center"/>
        <w:rPr>
          <w:rFonts w:ascii="Times New Roman" w:hAnsi="Times New Roman" w:cs="Times New Roman"/>
          <w:sz w:val="24"/>
        </w:rPr>
      </w:pPr>
      <w:r w:rsidRPr="00777777">
        <w:rPr>
          <w:rFonts w:ascii="Times New Roman" w:hAnsi="Times New Roman" w:cs="Times New Roman"/>
          <w:sz w:val="24"/>
        </w:rPr>
        <w:t>R</w:t>
      </w:r>
      <w:r w:rsidR="00A3513E" w:rsidRPr="00777777">
        <w:rPr>
          <w:rFonts w:ascii="Times New Roman" w:hAnsi="Times New Roman" w:cs="Times New Roman"/>
          <w:sz w:val="24"/>
        </w:rPr>
        <w:t>i</w:t>
      </w:r>
      <w:r w:rsidRPr="00777777">
        <w:rPr>
          <w:rFonts w:ascii="Times New Roman" w:hAnsi="Times New Roman" w:cs="Times New Roman"/>
          <w:sz w:val="24"/>
        </w:rPr>
        <w:t>g</w:t>
      </w:r>
      <w:r w:rsidR="00A3513E" w:rsidRPr="00777777">
        <w:rPr>
          <w:rFonts w:ascii="Times New Roman" w:hAnsi="Times New Roman" w:cs="Times New Roman"/>
          <w:sz w:val="24"/>
        </w:rPr>
        <w:t>a</w:t>
      </w:r>
    </w:p>
    <w:tbl>
      <w:tblPr>
        <w:tblW w:w="6012" w:type="dxa"/>
        <w:tblInd w:w="-176" w:type="dxa"/>
        <w:tblLook w:val="04A0" w:firstRow="1" w:lastRow="0" w:firstColumn="1" w:lastColumn="0" w:noHBand="0" w:noVBand="1"/>
      </w:tblPr>
      <w:tblGrid>
        <w:gridCol w:w="43"/>
        <w:gridCol w:w="2662"/>
        <w:gridCol w:w="540"/>
        <w:gridCol w:w="2561"/>
        <w:gridCol w:w="222"/>
      </w:tblGrid>
      <w:tr w:rsidR="00142944" w:rsidRPr="00777777" w14:paraId="34C43E92" w14:textId="77777777" w:rsidTr="00022A9C">
        <w:trPr>
          <w:gridAfter w:val="1"/>
          <w:wAfter w:w="645" w:type="dxa"/>
        </w:trPr>
        <w:tc>
          <w:tcPr>
            <w:tcW w:w="2444" w:type="dxa"/>
            <w:gridSpan w:val="2"/>
            <w:tcBorders>
              <w:top w:val="nil"/>
              <w:left w:val="nil"/>
              <w:bottom w:val="single" w:sz="8" w:space="0" w:color="262626"/>
              <w:right w:val="nil"/>
            </w:tcBorders>
          </w:tcPr>
          <w:p w14:paraId="0D266829" w14:textId="1783263B" w:rsidR="00142944" w:rsidRPr="00777777" w:rsidRDefault="00142944" w:rsidP="00142944">
            <w:pPr>
              <w:pStyle w:val="Saspieststeksts"/>
              <w:spacing w:before="120"/>
              <w:ind w:firstLine="37"/>
            </w:pPr>
            <w:r w:rsidRPr="003B513C">
              <w:rPr>
                <w:sz w:val="22"/>
                <w:szCs w:val="22"/>
              </w:rPr>
              <w:t>{{PIRMEPARDATUMS}}</w:t>
            </w:r>
          </w:p>
        </w:tc>
        <w:tc>
          <w:tcPr>
            <w:tcW w:w="759" w:type="dxa"/>
            <w:hideMark/>
          </w:tcPr>
          <w:p w14:paraId="157696B5" w14:textId="358C2B69" w:rsidR="00142944" w:rsidRPr="00777777" w:rsidRDefault="00142944" w:rsidP="00142944">
            <w:pPr>
              <w:pStyle w:val="Normalsteksts"/>
              <w:spacing w:after="0" w:line="240" w:lineRule="auto"/>
              <w:ind w:firstLine="0"/>
              <w:jc w:val="right"/>
            </w:pPr>
            <w:r w:rsidRPr="0007053D">
              <w:rPr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o</w:t>
            </w:r>
            <w:r w:rsidRPr="0007053D">
              <w:rPr>
                <w:sz w:val="22"/>
                <w:szCs w:val="22"/>
              </w:rPr>
              <w:t>.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8" w:space="0" w:color="262626"/>
              <w:right w:val="nil"/>
            </w:tcBorders>
          </w:tcPr>
          <w:p w14:paraId="01805EDF" w14:textId="6ADAEA0B" w:rsidR="00142944" w:rsidRPr="00777777" w:rsidRDefault="00142944" w:rsidP="00142944">
            <w:pPr>
              <w:pStyle w:val="Saspieststeksts"/>
              <w:spacing w:before="120"/>
              <w:ind w:firstLine="64"/>
            </w:pPr>
            <w:r w:rsidRPr="003B513C">
              <w:rPr>
                <w:sz w:val="22"/>
                <w:szCs w:val="22"/>
              </w:rPr>
              <w:t>{{DOKREGNUMURS}}</w:t>
            </w:r>
          </w:p>
        </w:tc>
      </w:tr>
      <w:tr w:rsidR="00CF5AC8" w:rsidRPr="00777777" w14:paraId="7FB7B621" w14:textId="77777777" w:rsidTr="00022A9C">
        <w:trPr>
          <w:gridBefore w:val="1"/>
          <w:wBefore w:w="34" w:type="dxa"/>
        </w:trPr>
        <w:tc>
          <w:tcPr>
            <w:tcW w:w="5579" w:type="dxa"/>
            <w:gridSpan w:val="3"/>
          </w:tcPr>
          <w:p w14:paraId="67A12B4C" w14:textId="77777777" w:rsidR="00022A9C" w:rsidRPr="00777777" w:rsidRDefault="00000000" w:rsidP="00DC48F7">
            <w:pPr>
              <w:rPr>
                <w:rFonts w:ascii="Times New Roman" w:hAnsi="Times New Roman" w:cs="Times New Roman"/>
                <w:sz w:val="24"/>
                <w:lang w:val="en-GB"/>
              </w:rPr>
            </w:pPr>
            <w:r w:rsidRPr="00777777">
              <w:rPr>
                <w:rFonts w:ascii="Times New Roman" w:hAnsi="Times New Roman" w:cs="Times New Roman"/>
                <w:sz w:val="24"/>
                <w:lang w:val="en-GB"/>
              </w:rPr>
              <w:t>On _</w:t>
            </w:r>
            <w:proofErr w:type="gramStart"/>
            <w:r w:rsidRPr="00777777">
              <w:rPr>
                <w:rFonts w:ascii="Times New Roman" w:hAnsi="Times New Roman" w:cs="Times New Roman"/>
                <w:sz w:val="24"/>
                <w:lang w:val="en-GB"/>
              </w:rPr>
              <w:t>_._</w:t>
            </w:r>
            <w:proofErr w:type="gramEnd"/>
            <w:r w:rsidRPr="00777777">
              <w:rPr>
                <w:rFonts w:ascii="Times New Roman" w:hAnsi="Times New Roman" w:cs="Times New Roman"/>
                <w:sz w:val="24"/>
                <w:lang w:val="en-GB"/>
              </w:rPr>
              <w:t>_.202</w:t>
            </w:r>
            <w:proofErr w:type="gramStart"/>
            <w:r w:rsidRPr="00777777">
              <w:rPr>
                <w:rFonts w:ascii="Times New Roman" w:hAnsi="Times New Roman" w:cs="Times New Roman"/>
                <w:sz w:val="24"/>
                <w:lang w:val="en-GB"/>
              </w:rPr>
              <w:t>_  No.</w:t>
            </w:r>
            <w:proofErr w:type="gramEnd"/>
            <w:r w:rsidRPr="00777777">
              <w:rPr>
                <w:rFonts w:ascii="Times New Roman" w:hAnsi="Times New Roman" w:cs="Times New Roman"/>
                <w:sz w:val="24"/>
                <w:lang w:val="en-GB"/>
              </w:rPr>
              <w:t xml:space="preserve"> _______</w:t>
            </w:r>
          </w:p>
        </w:tc>
        <w:tc>
          <w:tcPr>
            <w:tcW w:w="399" w:type="dxa"/>
          </w:tcPr>
          <w:p w14:paraId="2D06FA29" w14:textId="77777777" w:rsidR="00022A9C" w:rsidRPr="00777777" w:rsidRDefault="00022A9C" w:rsidP="00DC48F7">
            <w:pPr>
              <w:rPr>
                <w:rFonts w:ascii="Times New Roman" w:hAnsi="Times New Roman" w:cs="Times New Roman"/>
                <w:sz w:val="24"/>
                <w:lang w:val="en-GB"/>
              </w:rPr>
            </w:pPr>
          </w:p>
        </w:tc>
      </w:tr>
    </w:tbl>
    <w:p w14:paraId="4EE1655F" w14:textId="351D4B71" w:rsidR="00847D62" w:rsidRDefault="00847D62" w:rsidP="00D531FF">
      <w:pPr>
        <w:tabs>
          <w:tab w:val="left" w:pos="1985"/>
        </w:tabs>
      </w:pPr>
    </w:p>
    <w:p w14:paraId="37FAD729" w14:textId="77777777" w:rsidR="00A3513E" w:rsidRPr="00142944" w:rsidRDefault="00000000" w:rsidP="00A3513E">
      <w:pPr>
        <w:jc w:val="right"/>
        <w:rPr>
          <w:rFonts w:ascii="Times New Roman" w:hAnsi="Times New Roman" w:cs="Times New Roman"/>
          <w:b/>
          <w:bCs/>
          <w:sz w:val="24"/>
        </w:rPr>
      </w:pPr>
      <w:r w:rsidRPr="00142944">
        <w:rPr>
          <w:rFonts w:ascii="Times New Roman" w:hAnsi="Times New Roman" w:cs="Times New Roman"/>
          <w:b/>
          <w:bCs/>
          <w:sz w:val="24"/>
        </w:rPr>
        <w:t>Full name of the addressee</w:t>
      </w:r>
    </w:p>
    <w:p w14:paraId="2D1D1E15" w14:textId="77777777" w:rsidR="00A3513E" w:rsidRPr="00142944" w:rsidRDefault="00000000" w:rsidP="00A3513E">
      <w:pPr>
        <w:jc w:val="right"/>
        <w:rPr>
          <w:rFonts w:ascii="Times New Roman" w:hAnsi="Times New Roman" w:cs="Times New Roman"/>
          <w:b/>
          <w:bCs/>
          <w:sz w:val="24"/>
        </w:rPr>
      </w:pPr>
      <w:r w:rsidRPr="00142944">
        <w:rPr>
          <w:rFonts w:ascii="Times New Roman" w:hAnsi="Times New Roman" w:cs="Times New Roman"/>
          <w:b/>
          <w:bCs/>
          <w:sz w:val="24"/>
        </w:rPr>
        <w:t>Position</w:t>
      </w:r>
    </w:p>
    <w:p w14:paraId="5117CB78" w14:textId="77777777" w:rsidR="00847D62" w:rsidRPr="00142944" w:rsidRDefault="00000000" w:rsidP="00A3513E">
      <w:pPr>
        <w:jc w:val="right"/>
        <w:rPr>
          <w:rFonts w:ascii="Times New Roman" w:hAnsi="Times New Roman" w:cs="Times New Roman"/>
          <w:b/>
          <w:bCs/>
          <w:sz w:val="24"/>
        </w:rPr>
      </w:pPr>
      <w:r w:rsidRPr="00142944">
        <w:rPr>
          <w:rFonts w:ascii="Times New Roman" w:hAnsi="Times New Roman" w:cs="Times New Roman"/>
          <w:b/>
          <w:bCs/>
          <w:sz w:val="24"/>
        </w:rPr>
        <w:t>Name Surname</w:t>
      </w:r>
    </w:p>
    <w:p w14:paraId="18E58B25" w14:textId="77777777" w:rsidR="00903F04" w:rsidRPr="00D531FF" w:rsidRDefault="00903F04" w:rsidP="00003E22">
      <w:pPr>
        <w:rPr>
          <w:rFonts w:ascii="Times New Roman" w:hAnsi="Times New Roman" w:cs="Times New Roman"/>
          <w:sz w:val="24"/>
        </w:rPr>
      </w:pPr>
    </w:p>
    <w:p w14:paraId="3917C809" w14:textId="77777777" w:rsidR="00903F04" w:rsidRPr="00D531FF" w:rsidRDefault="00000000" w:rsidP="00003E22">
      <w:pPr>
        <w:rPr>
          <w:rFonts w:ascii="Times New Roman" w:hAnsi="Times New Roman" w:cs="Times New Roman"/>
          <w:b/>
          <w:bCs/>
          <w:sz w:val="24"/>
        </w:rPr>
      </w:pPr>
      <w:r w:rsidRPr="00D531FF">
        <w:rPr>
          <w:rFonts w:ascii="Times New Roman" w:hAnsi="Times New Roman" w:cs="Times New Roman"/>
          <w:b/>
          <w:bCs/>
          <w:sz w:val="24"/>
        </w:rPr>
        <w:t>On</w:t>
      </w:r>
      <w:r w:rsidR="006E43D8" w:rsidRPr="00D531FF">
        <w:rPr>
          <w:rFonts w:ascii="Times New Roman" w:hAnsi="Times New Roman" w:cs="Times New Roman"/>
          <w:b/>
          <w:bCs/>
          <w:sz w:val="24"/>
          <w:u w:val="single"/>
        </w:rPr>
        <w:t xml:space="preserve">                                     </w:t>
      </w:r>
      <w:r w:rsidR="006E43D8" w:rsidRPr="00D531FF">
        <w:rPr>
          <w:rFonts w:ascii="Times New Roman" w:hAnsi="Times New Roman" w:cs="Times New Roman"/>
          <w:b/>
          <w:bCs/>
          <w:sz w:val="24"/>
          <w:u w:val="single"/>
        </w:rPr>
        <w:tab/>
      </w:r>
    </w:p>
    <w:p w14:paraId="6061C095" w14:textId="77777777" w:rsidR="006E43D8" w:rsidRPr="00D531FF" w:rsidRDefault="006E43D8" w:rsidP="00003E22">
      <w:pPr>
        <w:rPr>
          <w:rFonts w:ascii="Times New Roman" w:hAnsi="Times New Roman" w:cs="Times New Roman"/>
          <w:sz w:val="24"/>
        </w:rPr>
      </w:pPr>
    </w:p>
    <w:p w14:paraId="212600A1" w14:textId="77777777" w:rsidR="006E43D8" w:rsidRPr="00D531FF" w:rsidRDefault="006E43D8" w:rsidP="006E43D8">
      <w:pPr>
        <w:rPr>
          <w:rFonts w:ascii="Times New Roman" w:hAnsi="Times New Roman" w:cs="Times New Roman"/>
          <w:sz w:val="24"/>
        </w:rPr>
      </w:pPr>
    </w:p>
    <w:p w14:paraId="49F2D490" w14:textId="77777777" w:rsidR="006E43D8" w:rsidRPr="00D531FF" w:rsidRDefault="006E43D8" w:rsidP="006E43D8">
      <w:pPr>
        <w:rPr>
          <w:rFonts w:ascii="Times New Roman" w:hAnsi="Times New Roman" w:cs="Times New Roman"/>
          <w:sz w:val="24"/>
        </w:rPr>
      </w:pPr>
    </w:p>
    <w:p w14:paraId="03D17B5F" w14:textId="77777777" w:rsidR="006E43D8" w:rsidRPr="00D531FF" w:rsidRDefault="006E43D8" w:rsidP="006E43D8">
      <w:pPr>
        <w:rPr>
          <w:rFonts w:ascii="Times New Roman" w:hAnsi="Times New Roman" w:cs="Times New Roman"/>
          <w:sz w:val="24"/>
        </w:rPr>
      </w:pPr>
    </w:p>
    <w:p w14:paraId="1676A3F0" w14:textId="77777777" w:rsidR="00022A9C" w:rsidRPr="00D531FF" w:rsidRDefault="00022A9C" w:rsidP="006E43D8">
      <w:pPr>
        <w:tabs>
          <w:tab w:val="right" w:pos="9639"/>
        </w:tabs>
        <w:rPr>
          <w:rFonts w:ascii="Times New Roman" w:hAnsi="Times New Roman" w:cs="Times New Roman"/>
          <w:sz w:val="24"/>
        </w:rPr>
      </w:pPr>
    </w:p>
    <w:p w14:paraId="607BD90B" w14:textId="77777777" w:rsidR="00022A9C" w:rsidRPr="00D531FF" w:rsidRDefault="00022A9C" w:rsidP="006E43D8">
      <w:pPr>
        <w:tabs>
          <w:tab w:val="right" w:pos="9639"/>
        </w:tabs>
        <w:rPr>
          <w:rFonts w:ascii="Times New Roman" w:hAnsi="Times New Roman" w:cs="Times New Roman"/>
          <w:sz w:val="24"/>
        </w:rPr>
      </w:pPr>
    </w:p>
    <w:p w14:paraId="0A42774E" w14:textId="77777777" w:rsidR="00022A9C" w:rsidRPr="00D531FF" w:rsidRDefault="00022A9C" w:rsidP="006E43D8">
      <w:pPr>
        <w:tabs>
          <w:tab w:val="right" w:pos="9639"/>
        </w:tabs>
        <w:rPr>
          <w:rFonts w:ascii="Times New Roman" w:hAnsi="Times New Roman" w:cs="Times New Roman"/>
          <w:sz w:val="24"/>
        </w:rPr>
      </w:pPr>
    </w:p>
    <w:p w14:paraId="32E7ABED" w14:textId="77777777" w:rsidR="00022A9C" w:rsidRPr="00D531FF" w:rsidRDefault="00022A9C" w:rsidP="006E43D8">
      <w:pPr>
        <w:tabs>
          <w:tab w:val="right" w:pos="9639"/>
        </w:tabs>
        <w:rPr>
          <w:rFonts w:ascii="Times New Roman" w:hAnsi="Times New Roman" w:cs="Times New Roman"/>
          <w:sz w:val="24"/>
        </w:rPr>
      </w:pPr>
    </w:p>
    <w:p w14:paraId="7CBB6C99" w14:textId="77777777" w:rsidR="00022A9C" w:rsidRPr="00D531FF" w:rsidRDefault="00022A9C" w:rsidP="006E43D8">
      <w:pPr>
        <w:tabs>
          <w:tab w:val="right" w:pos="9639"/>
        </w:tabs>
        <w:rPr>
          <w:rFonts w:ascii="Times New Roman" w:hAnsi="Times New Roman" w:cs="Times New Roman"/>
          <w:sz w:val="24"/>
        </w:rPr>
      </w:pPr>
    </w:p>
    <w:p w14:paraId="3D42310E" w14:textId="77777777" w:rsidR="00022A9C" w:rsidRPr="00D531FF" w:rsidRDefault="00022A9C" w:rsidP="006E43D8">
      <w:pPr>
        <w:tabs>
          <w:tab w:val="right" w:pos="9639"/>
        </w:tabs>
        <w:rPr>
          <w:rFonts w:ascii="Times New Roman" w:hAnsi="Times New Roman" w:cs="Times New Roman"/>
          <w:sz w:val="24"/>
        </w:rPr>
      </w:pPr>
    </w:p>
    <w:p w14:paraId="2F60A926" w14:textId="77777777" w:rsidR="00022A9C" w:rsidRPr="00D531FF" w:rsidRDefault="00022A9C" w:rsidP="006E43D8">
      <w:pPr>
        <w:tabs>
          <w:tab w:val="right" w:pos="9639"/>
        </w:tabs>
        <w:rPr>
          <w:rFonts w:ascii="Times New Roman" w:hAnsi="Times New Roman" w:cs="Times New Roman"/>
          <w:sz w:val="24"/>
        </w:rPr>
      </w:pPr>
    </w:p>
    <w:p w14:paraId="2A45E016" w14:textId="77777777" w:rsidR="00022A9C" w:rsidRPr="00D531FF" w:rsidRDefault="00022A9C" w:rsidP="006E43D8">
      <w:pPr>
        <w:tabs>
          <w:tab w:val="right" w:pos="9639"/>
        </w:tabs>
        <w:rPr>
          <w:rFonts w:ascii="Times New Roman" w:hAnsi="Times New Roman" w:cs="Times New Roman"/>
          <w:sz w:val="24"/>
        </w:rPr>
      </w:pPr>
    </w:p>
    <w:p w14:paraId="55B27831" w14:textId="2F594374" w:rsidR="006E43D8" w:rsidRPr="00D531FF" w:rsidRDefault="00000000" w:rsidP="006E43D8">
      <w:pPr>
        <w:tabs>
          <w:tab w:val="right" w:pos="9639"/>
        </w:tabs>
        <w:rPr>
          <w:rFonts w:ascii="Times New Roman" w:hAnsi="Times New Roman" w:cs="Times New Roman"/>
          <w:sz w:val="24"/>
        </w:rPr>
      </w:pPr>
      <w:proofErr w:type="spellStart"/>
      <w:r w:rsidRPr="00D531FF">
        <w:rPr>
          <w:rFonts w:ascii="Times New Roman" w:hAnsi="Times New Roman" w:cs="Times New Roman"/>
          <w:sz w:val="24"/>
        </w:rPr>
        <w:t>Rector</w:t>
      </w:r>
      <w:proofErr w:type="spellEnd"/>
      <w:r w:rsidRPr="00D531FF">
        <w:rPr>
          <w:rFonts w:ascii="Times New Roman" w:hAnsi="Times New Roman" w:cs="Times New Roman"/>
          <w:sz w:val="24"/>
        </w:rPr>
        <w:tab/>
      </w:r>
      <w:r w:rsidR="00A3513E" w:rsidRPr="00D531FF">
        <w:rPr>
          <w:rFonts w:ascii="Times New Roman" w:hAnsi="Times New Roman" w:cs="Times New Roman"/>
          <w:sz w:val="24"/>
        </w:rPr>
        <w:t>N</w:t>
      </w:r>
      <w:r w:rsidR="00FA150E">
        <w:rPr>
          <w:rFonts w:ascii="Times New Roman" w:hAnsi="Times New Roman" w:cs="Times New Roman"/>
          <w:sz w:val="24"/>
        </w:rPr>
        <w:t>.</w:t>
      </w:r>
      <w:r w:rsidRPr="00D531FF">
        <w:rPr>
          <w:rFonts w:ascii="Times New Roman" w:hAnsi="Times New Roman" w:cs="Times New Roman"/>
          <w:sz w:val="24"/>
        </w:rPr>
        <w:t xml:space="preserve"> </w:t>
      </w:r>
      <w:r w:rsidR="00A3513E" w:rsidRPr="00D531FF">
        <w:rPr>
          <w:rFonts w:ascii="Times New Roman" w:hAnsi="Times New Roman" w:cs="Times New Roman"/>
          <w:sz w:val="24"/>
        </w:rPr>
        <w:t>Surname</w:t>
      </w:r>
    </w:p>
    <w:p w14:paraId="3AB9E597" w14:textId="77777777" w:rsidR="006E43D8" w:rsidRPr="00D531FF" w:rsidRDefault="006E43D8" w:rsidP="006E43D8">
      <w:pPr>
        <w:tabs>
          <w:tab w:val="right" w:pos="9639"/>
        </w:tabs>
        <w:rPr>
          <w:rFonts w:ascii="Times New Roman" w:hAnsi="Times New Roman" w:cs="Times New Roman"/>
          <w:sz w:val="24"/>
        </w:rPr>
      </w:pPr>
    </w:p>
    <w:p w14:paraId="08A99A04" w14:textId="77777777" w:rsidR="006E43D8" w:rsidRPr="00D531FF" w:rsidRDefault="006E43D8" w:rsidP="006E43D8">
      <w:pPr>
        <w:tabs>
          <w:tab w:val="right" w:pos="9639"/>
        </w:tabs>
        <w:rPr>
          <w:rFonts w:ascii="Times New Roman" w:hAnsi="Times New Roman" w:cs="Times New Roman"/>
          <w:szCs w:val="20"/>
        </w:rPr>
      </w:pPr>
    </w:p>
    <w:p w14:paraId="6D863BDB" w14:textId="00743045" w:rsidR="006E43D8" w:rsidRPr="00D531FF" w:rsidRDefault="00000000" w:rsidP="006E43D8">
      <w:pPr>
        <w:tabs>
          <w:tab w:val="right" w:pos="9639"/>
        </w:tabs>
        <w:rPr>
          <w:rFonts w:ascii="Times New Roman" w:hAnsi="Times New Roman" w:cs="Times New Roman"/>
          <w:szCs w:val="20"/>
        </w:rPr>
      </w:pPr>
      <w:proofErr w:type="spellStart"/>
      <w:r w:rsidRPr="00D531FF">
        <w:rPr>
          <w:rFonts w:ascii="Times New Roman" w:hAnsi="Times New Roman" w:cs="Times New Roman"/>
          <w:szCs w:val="20"/>
        </w:rPr>
        <w:t>Drafted</w:t>
      </w:r>
      <w:proofErr w:type="spellEnd"/>
      <w:r w:rsidRPr="00D531FF">
        <w:rPr>
          <w:rFonts w:ascii="Times New Roman" w:hAnsi="Times New Roman" w:cs="Times New Roman"/>
          <w:szCs w:val="20"/>
        </w:rPr>
        <w:t xml:space="preserve"> </w:t>
      </w:r>
      <w:proofErr w:type="spellStart"/>
      <w:r w:rsidRPr="00D531FF">
        <w:rPr>
          <w:rFonts w:ascii="Times New Roman" w:hAnsi="Times New Roman" w:cs="Times New Roman"/>
          <w:szCs w:val="20"/>
        </w:rPr>
        <w:t>by</w:t>
      </w:r>
      <w:proofErr w:type="spellEnd"/>
      <w:r w:rsidRPr="00D531FF">
        <w:rPr>
          <w:rFonts w:ascii="Times New Roman" w:hAnsi="Times New Roman" w:cs="Times New Roman"/>
          <w:szCs w:val="20"/>
        </w:rPr>
        <w:t xml:space="preserve"> N</w:t>
      </w:r>
      <w:r w:rsidR="00FA150E">
        <w:rPr>
          <w:rFonts w:ascii="Times New Roman" w:hAnsi="Times New Roman" w:cs="Times New Roman"/>
          <w:szCs w:val="20"/>
        </w:rPr>
        <w:t>.</w:t>
      </w:r>
      <w:r w:rsidRPr="00D531FF">
        <w:rPr>
          <w:rFonts w:ascii="Times New Roman" w:hAnsi="Times New Roman" w:cs="Times New Roman"/>
          <w:szCs w:val="20"/>
        </w:rPr>
        <w:t xml:space="preserve"> Surname</w:t>
      </w:r>
    </w:p>
    <w:p w14:paraId="51B3276F" w14:textId="77777777" w:rsidR="006E43D8" w:rsidRPr="00D531FF" w:rsidRDefault="00000000" w:rsidP="006E43D8">
      <w:pPr>
        <w:tabs>
          <w:tab w:val="right" w:pos="9639"/>
        </w:tabs>
        <w:rPr>
          <w:rFonts w:ascii="Times New Roman" w:hAnsi="Times New Roman" w:cs="Times New Roman"/>
          <w:szCs w:val="20"/>
        </w:rPr>
      </w:pPr>
      <w:r w:rsidRPr="00D531FF">
        <w:rPr>
          <w:rFonts w:ascii="Times New Roman" w:hAnsi="Times New Roman" w:cs="Times New Roman"/>
          <w:szCs w:val="20"/>
        </w:rPr>
        <w:t>Phone</w:t>
      </w:r>
    </w:p>
    <w:sectPr w:rsidR="006E43D8" w:rsidRPr="00D531FF" w:rsidSect="00296238">
      <w:headerReference w:type="default" r:id="rId6"/>
      <w:footerReference w:type="default" r:id="rId7"/>
      <w:pgSz w:w="11906" w:h="16838"/>
      <w:pgMar w:top="1985" w:right="1021" w:bottom="1588" w:left="153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1BE8CD" w14:textId="77777777" w:rsidR="00B149BE" w:rsidRDefault="00B149BE">
      <w:pPr>
        <w:spacing w:line="240" w:lineRule="auto"/>
      </w:pPr>
      <w:r>
        <w:separator/>
      </w:r>
    </w:p>
  </w:endnote>
  <w:endnote w:type="continuationSeparator" w:id="0">
    <w:p w14:paraId="1E4722C4" w14:textId="77777777" w:rsidR="00B149BE" w:rsidRDefault="00B149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ity Text">
    <w:panose1 w:val="020B0503020202020204"/>
    <w:charset w:val="BA"/>
    <w:family w:val="swiss"/>
    <w:pitch w:val="variable"/>
    <w:sig w:usb0="A000026F" w:usb1="100000EB" w:usb2="00000008" w:usb3="00000000" w:csb0="0000008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University Text Med">
    <w:panose1 w:val="020B0503020202020204"/>
    <w:charset w:val="BA"/>
    <w:family w:val="swiss"/>
    <w:pitch w:val="variable"/>
    <w:sig w:usb0="A000026F" w:usb1="100000EB" w:usb2="00000008" w:usb3="00000000" w:csb0="00000083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8AFC80" w14:textId="77777777" w:rsidR="00D531FF" w:rsidRPr="00D531FF" w:rsidRDefault="00D531FF" w:rsidP="00D531FF">
    <w:pPr>
      <w:tabs>
        <w:tab w:val="center" w:pos="3969"/>
      </w:tabs>
      <w:jc w:val="center"/>
      <w:rPr>
        <w:rFonts w:ascii="Times New Roman" w:hAnsi="Times New Roman" w:cs="Times New Roman"/>
        <w:sz w:val="24"/>
      </w:rPr>
    </w:pPr>
    <w:r w:rsidRPr="00D531FF">
      <w:rPr>
        <w:rFonts w:ascii="Times New Roman" w:hAnsi="Times New Roman" w:cs="Times New Roman"/>
        <w:sz w:val="24"/>
      </w:rPr>
      <w:t>THIS DOCUMENT IS ELECTRONICALLY SIGNED WITH A SECURE ELECTRONIC SIGNATURE AND CONTAINS A TIME-STAMP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DB67B0" w14:textId="77777777" w:rsidR="00B149BE" w:rsidRDefault="00B149BE">
      <w:pPr>
        <w:spacing w:line="240" w:lineRule="auto"/>
      </w:pPr>
      <w:r>
        <w:separator/>
      </w:r>
    </w:p>
  </w:footnote>
  <w:footnote w:type="continuationSeparator" w:id="0">
    <w:p w14:paraId="400CB984" w14:textId="77777777" w:rsidR="00B149BE" w:rsidRDefault="00B149B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C70FB" w14:textId="6594ABCF" w:rsidR="00C07F0B" w:rsidRDefault="00000000" w:rsidP="00022A9C">
    <w:pPr>
      <w:jc w:val="right"/>
    </w:pPr>
    <w:r>
      <w:rPr>
        <w:noProof/>
      </w:rPr>
      <w:drawing>
        <wp:anchor distT="0" distB="0" distL="114300" distR="114300" simplePos="0" relativeHeight="251658240" behindDoc="0" locked="1" layoutInCell="1" allowOverlap="1" wp14:anchorId="06972E29" wp14:editId="70D283F4">
          <wp:simplePos x="0" y="0"/>
          <wp:positionH relativeFrom="page">
            <wp:posOffset>972185</wp:posOffset>
          </wp:positionH>
          <wp:positionV relativeFrom="page">
            <wp:posOffset>323850</wp:posOffset>
          </wp:positionV>
          <wp:extent cx="1879200" cy="648000"/>
          <wp:effectExtent l="0" t="0" r="6985" b="0"/>
          <wp:wrapNone/>
          <wp:docPr id="1170241636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70241636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9200" cy="64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9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1"/>
  <w:stylePaneSortMethod w:val="0004"/>
  <w:defaultTabStop w:val="567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A9C"/>
    <w:rsid w:val="00003E22"/>
    <w:rsid w:val="00022A9C"/>
    <w:rsid w:val="000364BB"/>
    <w:rsid w:val="0007053D"/>
    <w:rsid w:val="00113ABC"/>
    <w:rsid w:val="00126759"/>
    <w:rsid w:val="00142944"/>
    <w:rsid w:val="00266E2D"/>
    <w:rsid w:val="00296238"/>
    <w:rsid w:val="002C5CDF"/>
    <w:rsid w:val="002E1CCC"/>
    <w:rsid w:val="00385FE1"/>
    <w:rsid w:val="004479E1"/>
    <w:rsid w:val="004641AE"/>
    <w:rsid w:val="00534709"/>
    <w:rsid w:val="00575A5F"/>
    <w:rsid w:val="005E58EF"/>
    <w:rsid w:val="00673741"/>
    <w:rsid w:val="006867F0"/>
    <w:rsid w:val="006E43D8"/>
    <w:rsid w:val="0072185D"/>
    <w:rsid w:val="00750B12"/>
    <w:rsid w:val="00777777"/>
    <w:rsid w:val="00847D62"/>
    <w:rsid w:val="00883800"/>
    <w:rsid w:val="00903F04"/>
    <w:rsid w:val="0097491D"/>
    <w:rsid w:val="00997A52"/>
    <w:rsid w:val="009B10A4"/>
    <w:rsid w:val="00A3513E"/>
    <w:rsid w:val="00A672C1"/>
    <w:rsid w:val="00B149BE"/>
    <w:rsid w:val="00B937A1"/>
    <w:rsid w:val="00C07F0B"/>
    <w:rsid w:val="00C2340E"/>
    <w:rsid w:val="00C42BD1"/>
    <w:rsid w:val="00CE7A60"/>
    <w:rsid w:val="00CF5AC8"/>
    <w:rsid w:val="00D531FF"/>
    <w:rsid w:val="00D92313"/>
    <w:rsid w:val="00DC48F7"/>
    <w:rsid w:val="00E262FD"/>
    <w:rsid w:val="00ED1472"/>
    <w:rsid w:val="00F50CA5"/>
    <w:rsid w:val="00FA150E"/>
    <w:rsid w:val="00FD0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888ACC"/>
  <w15:chartTrackingRefBased/>
  <w15:docId w15:val="{530ADFE8-3F8C-4C0E-BA08-D4EE6E640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v-LV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3E22"/>
    <w:pPr>
      <w:spacing w:after="0" w:line="336" w:lineRule="auto"/>
    </w:pPr>
    <w:rPr>
      <w:rFonts w:ascii="University Text" w:hAnsi="University Text"/>
      <w:color w:val="000000" w:themeColor="text1"/>
      <w:spacing w:val="4"/>
      <w:sz w:val="20"/>
    </w:rPr>
  </w:style>
  <w:style w:type="paragraph" w:styleId="Heading1">
    <w:name w:val="heading 1"/>
    <w:basedOn w:val="Normal"/>
    <w:next w:val="Normal"/>
    <w:link w:val="Heading1Char"/>
    <w:uiPriority w:val="9"/>
    <w:rsid w:val="00C07F0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C07F0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rsid w:val="00C07F0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07F0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07F0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07F0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07F0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07F0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07F0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07F0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C07F0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07F0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07F0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07F0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07F0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07F0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07F0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07F0B"/>
    <w:rPr>
      <w:rFonts w:eastAsiaTheme="majorEastAsia" w:cstheme="majorBidi"/>
      <w:color w:val="272727" w:themeColor="text1" w:themeTint="D8"/>
    </w:rPr>
  </w:style>
  <w:style w:type="paragraph" w:styleId="Subtitle">
    <w:name w:val="Subtitle"/>
    <w:aliases w:val="Struktūrvienība"/>
    <w:next w:val="Normal"/>
    <w:link w:val="SubtitleChar"/>
    <w:autoRedefine/>
    <w:uiPriority w:val="11"/>
    <w:qFormat/>
    <w:rsid w:val="00847D62"/>
    <w:pPr>
      <w:numPr>
        <w:ilvl w:val="1"/>
      </w:numPr>
      <w:spacing w:after="0" w:line="240" w:lineRule="auto"/>
    </w:pPr>
    <w:rPr>
      <w:rFonts w:ascii="University Text Med" w:eastAsiaTheme="majorEastAsia" w:hAnsi="University Text Med" w:cstheme="majorBidi"/>
      <w:color w:val="000000" w:themeColor="text1"/>
      <w:spacing w:val="4"/>
      <w:sz w:val="32"/>
      <w:szCs w:val="32"/>
    </w:rPr>
  </w:style>
  <w:style w:type="character" w:customStyle="1" w:styleId="SubtitleChar">
    <w:name w:val="Subtitle Char"/>
    <w:aliases w:val="Struktūrvienība Char"/>
    <w:basedOn w:val="DefaultParagraphFont"/>
    <w:link w:val="Subtitle"/>
    <w:uiPriority w:val="11"/>
    <w:rsid w:val="00847D62"/>
    <w:rPr>
      <w:rFonts w:ascii="University Text Med" w:eastAsiaTheme="majorEastAsia" w:hAnsi="University Text Med" w:cstheme="majorBidi"/>
      <w:color w:val="000000" w:themeColor="text1"/>
      <w:spacing w:val="4"/>
      <w:sz w:val="32"/>
      <w:szCs w:val="32"/>
    </w:rPr>
  </w:style>
  <w:style w:type="paragraph" w:styleId="Footer">
    <w:name w:val="footer"/>
    <w:basedOn w:val="Normal"/>
    <w:link w:val="FooterChar"/>
    <w:uiPriority w:val="99"/>
    <w:unhideWhenUsed/>
    <w:rsid w:val="00C07F0B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7F0B"/>
  </w:style>
  <w:style w:type="paragraph" w:styleId="Header">
    <w:name w:val="header"/>
    <w:basedOn w:val="Normal"/>
    <w:link w:val="HeaderChar"/>
    <w:uiPriority w:val="99"/>
    <w:unhideWhenUsed/>
    <w:rsid w:val="00847D62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7D62"/>
    <w:rPr>
      <w:rFonts w:ascii="University Text" w:hAnsi="University Text"/>
      <w:color w:val="000000" w:themeColor="text1"/>
      <w:spacing w:val="4"/>
      <w:sz w:val="20"/>
    </w:rPr>
  </w:style>
  <w:style w:type="character" w:styleId="Hyperlink">
    <w:name w:val="Hyperlink"/>
    <w:basedOn w:val="DefaultParagraphFont"/>
    <w:uiPriority w:val="99"/>
    <w:unhideWhenUsed/>
    <w:rsid w:val="00847D62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47D62"/>
    <w:rPr>
      <w:color w:val="605E5C"/>
      <w:shd w:val="clear" w:color="auto" w:fill="E1DFDD"/>
    </w:rPr>
  </w:style>
  <w:style w:type="paragraph" w:customStyle="1" w:styleId="Normalsteksts">
    <w:name w:val="Normals teksts"/>
    <w:basedOn w:val="Normal"/>
    <w:link w:val="NormalstekstsChar"/>
    <w:qFormat/>
    <w:rsid w:val="00022A9C"/>
    <w:pPr>
      <w:spacing w:before="120" w:after="120" w:line="276" w:lineRule="auto"/>
      <w:ind w:firstLine="709"/>
      <w:jc w:val="both"/>
    </w:pPr>
    <w:rPr>
      <w:rFonts w:ascii="Times New Roman" w:eastAsia="Calibri" w:hAnsi="Times New Roman" w:cs="Times New Roman"/>
      <w:color w:val="auto"/>
      <w:spacing w:val="0"/>
      <w:kern w:val="0"/>
      <w:sz w:val="24"/>
      <w14:ligatures w14:val="none"/>
    </w:rPr>
  </w:style>
  <w:style w:type="character" w:customStyle="1" w:styleId="NormalstekstsChar">
    <w:name w:val="Normals teksts Char"/>
    <w:link w:val="Normalsteksts"/>
    <w:rsid w:val="00022A9C"/>
    <w:rPr>
      <w:rFonts w:ascii="Times New Roman" w:eastAsia="Calibri" w:hAnsi="Times New Roman" w:cs="Times New Roman"/>
      <w:kern w:val="0"/>
      <w14:ligatures w14:val="none"/>
    </w:rPr>
  </w:style>
  <w:style w:type="paragraph" w:customStyle="1" w:styleId="Saspieststeksts">
    <w:name w:val="Saspiests teksts"/>
    <w:basedOn w:val="Normalsteksts"/>
    <w:link w:val="SaspieststekstsChar"/>
    <w:qFormat/>
    <w:rsid w:val="00022A9C"/>
    <w:pPr>
      <w:spacing w:before="0" w:after="0" w:line="240" w:lineRule="auto"/>
    </w:pPr>
  </w:style>
  <w:style w:type="character" w:customStyle="1" w:styleId="SaspieststekstsChar">
    <w:name w:val="Saspiests teksts Char"/>
    <w:link w:val="Saspieststeksts"/>
    <w:rsid w:val="00022A9C"/>
    <w:rPr>
      <w:rFonts w:ascii="Times New Roman" w:eastAsia="Calibri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ngspe\AppData\Local\Temp\e3f0fed4-db60-4aa5-93dd-666d950808bf_RSU_Veidlapa2.zip.RSU_Veidlapa2.zip\RSU_Veidlapa_2_EN.dotx" TargetMode="Externa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RSU_Veidlapa_2_EN</Template>
  <TotalTime>4</TotalTime>
  <Pages>1</Pages>
  <Words>261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Inguna Grebstele</dc:creator>
  <cp:lastModifiedBy>Ance Veinberga</cp:lastModifiedBy>
  <cp:revision>7</cp:revision>
  <dcterms:created xsi:type="dcterms:W3CDTF">2026-02-10T13:40:00Z</dcterms:created>
  <dcterms:modified xsi:type="dcterms:W3CDTF">2026-02-12T11:10:00Z</dcterms:modified>
</cp:coreProperties>
</file>