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90" w:type="dxa"/>
        <w:tblInd w:w="-176" w:type="dxa"/>
        <w:tblLook w:val="04A0" w:firstRow="1" w:lastRow="0" w:firstColumn="1" w:lastColumn="0" w:noHBand="0" w:noVBand="1"/>
      </w:tblPr>
      <w:tblGrid>
        <w:gridCol w:w="24"/>
        <w:gridCol w:w="247"/>
        <w:gridCol w:w="2834"/>
        <w:gridCol w:w="530"/>
        <w:gridCol w:w="2645"/>
        <w:gridCol w:w="100"/>
        <w:gridCol w:w="179"/>
        <w:gridCol w:w="104"/>
        <w:gridCol w:w="2693"/>
        <w:gridCol w:w="34"/>
      </w:tblGrid>
      <w:tr w:rsidR="00AC0EAD" w14:paraId="6566441F" w14:textId="77777777" w:rsidTr="00AC0EAD">
        <w:trPr>
          <w:gridAfter w:val="1"/>
          <w:wAfter w:w="34" w:type="dxa"/>
        </w:trPr>
        <w:tc>
          <w:tcPr>
            <w:tcW w:w="271" w:type="dxa"/>
            <w:gridSpan w:val="2"/>
          </w:tcPr>
          <w:p w14:paraId="6724F07B" w14:textId="77777777" w:rsidR="00AC0EAD" w:rsidRDefault="00AC0EAD" w:rsidP="00E80533">
            <w:pPr>
              <w:pStyle w:val="Saspieststeksts"/>
              <w:spacing w:before="120"/>
              <w:ind w:left="-108" w:right="-108" w:firstLine="817"/>
            </w:pPr>
          </w:p>
        </w:tc>
        <w:tc>
          <w:tcPr>
            <w:tcW w:w="9085" w:type="dxa"/>
            <w:gridSpan w:val="7"/>
            <w:tcBorders>
              <w:top w:val="nil"/>
              <w:left w:val="nil"/>
            </w:tcBorders>
          </w:tcPr>
          <w:p w14:paraId="32BBB046" w14:textId="51A3C026" w:rsidR="00AC0EAD" w:rsidRPr="00AC0EAD" w:rsidRDefault="00AC0EAD" w:rsidP="009C5F6F">
            <w:pPr>
              <w:pStyle w:val="Normalsteksts"/>
              <w:spacing w:line="240" w:lineRule="auto"/>
              <w:ind w:firstLine="0"/>
              <w:jc w:val="center"/>
              <w:rPr>
                <w:bCs/>
                <w:szCs w:val="4"/>
              </w:rPr>
            </w:pPr>
            <w:proofErr w:type="spellStart"/>
            <w:r>
              <w:rPr>
                <w:bCs/>
                <w:szCs w:val="4"/>
              </w:rPr>
              <w:t>Ri</w:t>
            </w:r>
            <w:r w:rsidRPr="00AC0EAD">
              <w:rPr>
                <w:bCs/>
                <w:szCs w:val="4"/>
              </w:rPr>
              <w:t>ga</w:t>
            </w:r>
            <w:proofErr w:type="spellEnd"/>
          </w:p>
        </w:tc>
      </w:tr>
      <w:tr w:rsidR="00E80533" w14:paraId="7982B475" w14:textId="77777777" w:rsidTr="00AC0EAD">
        <w:trPr>
          <w:gridAfter w:val="1"/>
          <w:wAfter w:w="34" w:type="dxa"/>
        </w:trPr>
        <w:tc>
          <w:tcPr>
            <w:tcW w:w="271" w:type="dxa"/>
            <w:gridSpan w:val="2"/>
          </w:tcPr>
          <w:p w14:paraId="350EF09F" w14:textId="77777777" w:rsidR="00E80533" w:rsidRDefault="00E80533" w:rsidP="00E80533">
            <w:pPr>
              <w:pStyle w:val="Saspieststeksts"/>
              <w:spacing w:before="120"/>
              <w:ind w:left="-108" w:right="-108" w:firstLine="817"/>
            </w:pPr>
          </w:p>
        </w:tc>
        <w:tc>
          <w:tcPr>
            <w:tcW w:w="2834" w:type="dxa"/>
            <w:tcBorders>
              <w:left w:val="nil"/>
              <w:bottom w:val="single" w:sz="8" w:space="0" w:color="262626"/>
              <w:right w:val="nil"/>
            </w:tcBorders>
          </w:tcPr>
          <w:p w14:paraId="1931E0E6" w14:textId="77777777" w:rsidR="00E80533" w:rsidRPr="00F50CA5" w:rsidRDefault="00E80533" w:rsidP="00AC0EAD">
            <w:pPr>
              <w:pStyle w:val="Saspieststeksts"/>
              <w:spacing w:before="120"/>
              <w:ind w:firstLine="0"/>
              <w:jc w:val="left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{{PIRMEPARDATUMS}}</w:t>
            </w:r>
          </w:p>
        </w:tc>
        <w:tc>
          <w:tcPr>
            <w:tcW w:w="530" w:type="dxa"/>
            <w:hideMark/>
          </w:tcPr>
          <w:p w14:paraId="298DA8EE" w14:textId="77777777" w:rsidR="00E80533" w:rsidRPr="00F50CA5" w:rsidRDefault="00E80533" w:rsidP="00E80533">
            <w:pPr>
              <w:pStyle w:val="Normalsteksts"/>
              <w:spacing w:after="0" w:line="240" w:lineRule="auto"/>
              <w:ind w:firstLine="0"/>
              <w:jc w:val="right"/>
              <w:rPr>
                <w:sz w:val="22"/>
                <w:szCs w:val="22"/>
              </w:rPr>
            </w:pPr>
            <w:r w:rsidRPr="0007053D">
              <w:rPr>
                <w:sz w:val="22"/>
                <w:szCs w:val="22"/>
              </w:rPr>
              <w:t>Nr.</w:t>
            </w:r>
          </w:p>
        </w:tc>
        <w:tc>
          <w:tcPr>
            <w:tcW w:w="2745" w:type="dxa"/>
            <w:gridSpan w:val="2"/>
            <w:tcBorders>
              <w:left w:val="nil"/>
              <w:bottom w:val="single" w:sz="8" w:space="0" w:color="262626"/>
              <w:right w:val="nil"/>
            </w:tcBorders>
          </w:tcPr>
          <w:p w14:paraId="3A966FFA" w14:textId="77777777" w:rsidR="00E80533" w:rsidRPr="00F50CA5" w:rsidRDefault="00E80533" w:rsidP="00E80533">
            <w:pPr>
              <w:pStyle w:val="Saspieststeksts"/>
              <w:spacing w:before="120"/>
              <w:ind w:firstLine="64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{{DOKREGNUMURS}}</w:t>
            </w:r>
          </w:p>
        </w:tc>
        <w:tc>
          <w:tcPr>
            <w:tcW w:w="283" w:type="dxa"/>
            <w:gridSpan w:val="2"/>
          </w:tcPr>
          <w:p w14:paraId="3852A888" w14:textId="77777777" w:rsidR="00E80533" w:rsidRDefault="00E80533" w:rsidP="00E80533">
            <w:pPr>
              <w:pStyle w:val="Saspieststeksts"/>
              <w:spacing w:before="120"/>
            </w:pPr>
          </w:p>
        </w:tc>
        <w:tc>
          <w:tcPr>
            <w:tcW w:w="2693" w:type="dxa"/>
          </w:tcPr>
          <w:p w14:paraId="561833A9" w14:textId="77777777" w:rsidR="00E80533" w:rsidRDefault="00E80533" w:rsidP="00E80533">
            <w:pPr>
              <w:pStyle w:val="Normalsteksts"/>
              <w:spacing w:after="0" w:line="240" w:lineRule="auto"/>
              <w:ind w:firstLine="0"/>
              <w:jc w:val="left"/>
              <w:rPr>
                <w:b/>
                <w:szCs w:val="4"/>
              </w:rPr>
            </w:pPr>
          </w:p>
        </w:tc>
      </w:tr>
      <w:tr w:rsidR="00674307" w:rsidRPr="00E80533" w14:paraId="0ADCC415" w14:textId="77777777" w:rsidTr="006D2F5F">
        <w:trPr>
          <w:gridBefore w:val="1"/>
          <w:wBefore w:w="24" w:type="dxa"/>
        </w:trPr>
        <w:tc>
          <w:tcPr>
            <w:tcW w:w="6256" w:type="dxa"/>
            <w:gridSpan w:val="4"/>
          </w:tcPr>
          <w:p w14:paraId="2651D315" w14:textId="77777777" w:rsidR="006D2F5F" w:rsidRPr="00E80533" w:rsidRDefault="00000000" w:rsidP="007B206C">
            <w:pPr>
              <w:rPr>
                <w:rFonts w:ascii="Times New Roman" w:hAnsi="Times New Roman" w:cs="Times New Roman"/>
                <w:sz w:val="24"/>
                <w:lang w:val="en-GB"/>
              </w:rPr>
            </w:pPr>
            <w:r w:rsidRPr="00E80533">
              <w:rPr>
                <w:rFonts w:ascii="Times New Roman" w:hAnsi="Times New Roman" w:cs="Times New Roman"/>
                <w:sz w:val="24"/>
                <w:lang w:val="en-GB"/>
              </w:rPr>
              <w:t xml:space="preserve">  On _</w:t>
            </w:r>
            <w:proofErr w:type="gramStart"/>
            <w:r w:rsidRPr="00E80533">
              <w:rPr>
                <w:rFonts w:ascii="Times New Roman" w:hAnsi="Times New Roman" w:cs="Times New Roman"/>
                <w:sz w:val="24"/>
                <w:lang w:val="en-GB"/>
              </w:rPr>
              <w:t>_._</w:t>
            </w:r>
            <w:proofErr w:type="gramEnd"/>
            <w:r w:rsidRPr="00E80533">
              <w:rPr>
                <w:rFonts w:ascii="Times New Roman" w:hAnsi="Times New Roman" w:cs="Times New Roman"/>
                <w:sz w:val="24"/>
                <w:lang w:val="en-GB"/>
              </w:rPr>
              <w:t>_.202</w:t>
            </w:r>
            <w:proofErr w:type="gramStart"/>
            <w:r w:rsidRPr="00E80533">
              <w:rPr>
                <w:rFonts w:ascii="Times New Roman" w:hAnsi="Times New Roman" w:cs="Times New Roman"/>
                <w:sz w:val="24"/>
                <w:lang w:val="en-GB"/>
              </w:rPr>
              <w:t>_  No.</w:t>
            </w:r>
            <w:proofErr w:type="gramEnd"/>
            <w:r w:rsidRPr="00E80533">
              <w:rPr>
                <w:rFonts w:ascii="Times New Roman" w:hAnsi="Times New Roman" w:cs="Times New Roman"/>
                <w:sz w:val="24"/>
                <w:lang w:val="en-GB"/>
              </w:rPr>
              <w:t xml:space="preserve"> _______</w:t>
            </w:r>
          </w:p>
        </w:tc>
        <w:tc>
          <w:tcPr>
            <w:tcW w:w="279" w:type="dxa"/>
            <w:gridSpan w:val="2"/>
          </w:tcPr>
          <w:p w14:paraId="2C1B99BB" w14:textId="77777777" w:rsidR="006D2F5F" w:rsidRPr="00E80533" w:rsidRDefault="006D2F5F" w:rsidP="007B206C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  <w:tc>
          <w:tcPr>
            <w:tcW w:w="2831" w:type="dxa"/>
            <w:gridSpan w:val="3"/>
            <w:hideMark/>
          </w:tcPr>
          <w:p w14:paraId="39E57140" w14:textId="77777777" w:rsidR="006D2F5F" w:rsidRPr="00E80533" w:rsidRDefault="006D2F5F" w:rsidP="007B206C">
            <w:pPr>
              <w:pStyle w:val="Saspieststeksts"/>
              <w:ind w:firstLine="0"/>
              <w:jc w:val="left"/>
              <w:rPr>
                <w:lang w:val="en-GB"/>
              </w:rPr>
            </w:pPr>
          </w:p>
          <w:p w14:paraId="323687AE" w14:textId="77777777" w:rsidR="006D2F5F" w:rsidRPr="00E80533" w:rsidRDefault="006D2F5F" w:rsidP="007B206C">
            <w:pPr>
              <w:pStyle w:val="Saspieststeksts"/>
              <w:ind w:firstLine="0"/>
              <w:jc w:val="left"/>
              <w:rPr>
                <w:lang w:val="en-GB"/>
              </w:rPr>
            </w:pPr>
          </w:p>
          <w:p w14:paraId="70FFF979" w14:textId="77777777" w:rsidR="006D2F5F" w:rsidRPr="00AC0EAD" w:rsidRDefault="00000000" w:rsidP="00AC0EAD">
            <w:pPr>
              <w:pStyle w:val="Saspieststeksts"/>
              <w:ind w:left="-399" w:firstLine="0"/>
              <w:jc w:val="right"/>
              <w:rPr>
                <w:b/>
                <w:bCs/>
                <w:lang w:val="en-GB"/>
              </w:rPr>
            </w:pPr>
            <w:r w:rsidRPr="00AC0EAD">
              <w:rPr>
                <w:b/>
                <w:bCs/>
                <w:lang w:val="en-GB"/>
              </w:rPr>
              <w:t>Full name of the addressee</w:t>
            </w:r>
            <w:r w:rsidRPr="00AC0EAD">
              <w:rPr>
                <w:b/>
                <w:bCs/>
                <w:lang w:val="en-GB"/>
              </w:rPr>
              <w:br/>
              <w:t>Position</w:t>
            </w:r>
            <w:r w:rsidRPr="00AC0EAD">
              <w:rPr>
                <w:b/>
                <w:bCs/>
                <w:lang w:val="en-GB"/>
              </w:rPr>
              <w:br/>
              <w:t>Name Surname</w:t>
            </w:r>
          </w:p>
          <w:p w14:paraId="271279F0" w14:textId="77777777" w:rsidR="006D2F5F" w:rsidRPr="00E80533" w:rsidRDefault="006D2F5F" w:rsidP="007B206C">
            <w:pPr>
              <w:pStyle w:val="Saspieststeksts"/>
              <w:ind w:firstLine="0"/>
              <w:jc w:val="left"/>
              <w:rPr>
                <w:lang w:val="en-GB"/>
              </w:rPr>
            </w:pPr>
          </w:p>
        </w:tc>
      </w:tr>
    </w:tbl>
    <w:p w14:paraId="525B0F94" w14:textId="77777777" w:rsidR="006D2F5F" w:rsidRPr="00E80533" w:rsidRDefault="006D2F5F" w:rsidP="006D2F5F">
      <w:pPr>
        <w:pStyle w:val="Saspieststeksts"/>
        <w:rPr>
          <w:lang w:val="en-GB"/>
        </w:rPr>
      </w:pPr>
    </w:p>
    <w:p w14:paraId="0A717237" w14:textId="77777777" w:rsidR="006D2F5F" w:rsidRPr="00E80533" w:rsidRDefault="00000000" w:rsidP="006D2F5F">
      <w:pPr>
        <w:pStyle w:val="Temadokumentam"/>
        <w:rPr>
          <w:lang w:val="en-GB"/>
        </w:rPr>
      </w:pPr>
      <w:r w:rsidRPr="00E80533">
        <w:rPr>
          <w:lang w:val="en-GB"/>
        </w:rPr>
        <w:t>On _______________________________</w:t>
      </w:r>
    </w:p>
    <w:p w14:paraId="3D376C77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1248EBD2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128BA1EC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11CF8AEB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621104FA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41F8E015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03B969BD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7B1A1E8B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3412C51D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4F20C4DF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01688F03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23431FB6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612456BE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4A20A342" w14:textId="77777777" w:rsidR="006D2F5F" w:rsidRPr="00E80533" w:rsidRDefault="006D2F5F" w:rsidP="006D2F5F">
      <w:pPr>
        <w:rPr>
          <w:rFonts w:ascii="Times New Roman" w:hAnsi="Times New Roman" w:cs="Times New Roman"/>
          <w:sz w:val="24"/>
        </w:rPr>
      </w:pPr>
    </w:p>
    <w:p w14:paraId="6123F03E" w14:textId="77777777" w:rsidR="006D2F5F" w:rsidRPr="00E80533" w:rsidRDefault="00000000" w:rsidP="006D2F5F">
      <w:pPr>
        <w:rPr>
          <w:rFonts w:ascii="Times New Roman" w:hAnsi="Times New Roman" w:cs="Times New Roman"/>
          <w:sz w:val="24"/>
        </w:rPr>
      </w:pPr>
      <w:proofErr w:type="spellStart"/>
      <w:r w:rsidRPr="00E80533">
        <w:rPr>
          <w:rFonts w:ascii="Times New Roman" w:hAnsi="Times New Roman" w:cs="Times New Roman"/>
          <w:sz w:val="24"/>
        </w:rPr>
        <w:t>Rector</w:t>
      </w:r>
      <w:proofErr w:type="spellEnd"/>
      <w:r w:rsidRPr="00E80533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N. </w:t>
      </w:r>
      <w:proofErr w:type="spellStart"/>
      <w:r w:rsidRPr="00E80533">
        <w:rPr>
          <w:rFonts w:ascii="Times New Roman" w:hAnsi="Times New Roman" w:cs="Times New Roman"/>
          <w:sz w:val="24"/>
        </w:rPr>
        <w:t>Surname</w:t>
      </w:r>
      <w:proofErr w:type="spellEnd"/>
    </w:p>
    <w:p w14:paraId="3AC46F7D" w14:textId="77777777" w:rsidR="006D2F5F" w:rsidRPr="00E80533" w:rsidRDefault="006D2F5F" w:rsidP="006D2F5F">
      <w:pPr>
        <w:rPr>
          <w:rFonts w:ascii="Times New Roman" w:hAnsi="Times New Roman" w:cs="Times New Roman"/>
          <w:szCs w:val="20"/>
        </w:rPr>
      </w:pPr>
    </w:p>
    <w:p w14:paraId="1CF5D6A5" w14:textId="77777777" w:rsidR="006D2F5F" w:rsidRPr="00E80533" w:rsidRDefault="006D2F5F" w:rsidP="006D2F5F">
      <w:pPr>
        <w:rPr>
          <w:rFonts w:ascii="Times New Roman" w:hAnsi="Times New Roman" w:cs="Times New Roman"/>
          <w:szCs w:val="20"/>
        </w:rPr>
      </w:pPr>
    </w:p>
    <w:p w14:paraId="1E382F51" w14:textId="77777777" w:rsidR="006D2F5F" w:rsidRPr="00E80533" w:rsidRDefault="00000000" w:rsidP="006D2F5F">
      <w:pPr>
        <w:pStyle w:val="Normalsteksts"/>
        <w:tabs>
          <w:tab w:val="left" w:pos="7088"/>
        </w:tabs>
        <w:spacing w:before="0" w:after="0" w:line="240" w:lineRule="auto"/>
        <w:ind w:firstLine="0"/>
        <w:rPr>
          <w:sz w:val="20"/>
          <w:szCs w:val="20"/>
          <w:lang w:val="en-GB"/>
        </w:rPr>
      </w:pPr>
      <w:r w:rsidRPr="00E80533">
        <w:rPr>
          <w:sz w:val="20"/>
          <w:szCs w:val="20"/>
          <w:lang w:val="en-GB"/>
        </w:rPr>
        <w:t xml:space="preserve">Drafted by </w:t>
      </w:r>
      <w:proofErr w:type="spellStart"/>
      <w:proofErr w:type="gramStart"/>
      <w:r w:rsidRPr="00E80533">
        <w:rPr>
          <w:sz w:val="20"/>
          <w:szCs w:val="20"/>
          <w:lang w:val="en-GB"/>
        </w:rPr>
        <w:t>N.Surname</w:t>
      </w:r>
      <w:proofErr w:type="spellEnd"/>
      <w:proofErr w:type="gramEnd"/>
    </w:p>
    <w:p w14:paraId="6C7BF2D1" w14:textId="77777777" w:rsidR="006D2F5F" w:rsidRPr="00E80533" w:rsidRDefault="00000000" w:rsidP="006D2F5F">
      <w:pPr>
        <w:pStyle w:val="Normalsteksts"/>
        <w:tabs>
          <w:tab w:val="left" w:pos="7088"/>
        </w:tabs>
        <w:spacing w:before="0" w:after="0" w:line="240" w:lineRule="auto"/>
        <w:ind w:firstLine="0"/>
        <w:rPr>
          <w:sz w:val="20"/>
          <w:szCs w:val="20"/>
          <w:lang w:val="en-GB"/>
        </w:rPr>
      </w:pPr>
      <w:r w:rsidRPr="00E80533">
        <w:rPr>
          <w:sz w:val="20"/>
          <w:szCs w:val="20"/>
          <w:lang w:val="en-GB"/>
        </w:rPr>
        <w:t>Phone</w:t>
      </w:r>
    </w:p>
    <w:p w14:paraId="6A1F2533" w14:textId="77777777" w:rsidR="00E7202F" w:rsidRPr="00E80533" w:rsidRDefault="00E7202F" w:rsidP="00E7202F">
      <w:pPr>
        <w:rPr>
          <w:rFonts w:ascii="Times New Roman" w:hAnsi="Times New Roman" w:cs="Times New Roman"/>
          <w:sz w:val="24"/>
        </w:rPr>
      </w:pPr>
    </w:p>
    <w:p w14:paraId="47E2F74F" w14:textId="77777777" w:rsidR="00C07F0B" w:rsidRPr="00E7202F" w:rsidRDefault="00C07F0B" w:rsidP="00E7202F"/>
    <w:sectPr w:rsidR="00C07F0B" w:rsidRPr="00E7202F" w:rsidSect="00AC0EAD">
      <w:headerReference w:type="default" r:id="rId6"/>
      <w:footerReference w:type="default" r:id="rId7"/>
      <w:pgSz w:w="11906" w:h="16838"/>
      <w:pgMar w:top="2977" w:right="1021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E3878" w14:textId="77777777" w:rsidR="00273B9A" w:rsidRDefault="00273B9A">
      <w:pPr>
        <w:spacing w:line="240" w:lineRule="auto"/>
      </w:pPr>
      <w:r>
        <w:separator/>
      </w:r>
    </w:p>
  </w:endnote>
  <w:endnote w:type="continuationSeparator" w:id="0">
    <w:p w14:paraId="227F3B15" w14:textId="77777777" w:rsidR="00273B9A" w:rsidRDefault="00273B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ity Text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ity Text Med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E132" w14:textId="77777777" w:rsidR="00FF6D7A" w:rsidRPr="00E80533" w:rsidRDefault="00E80533" w:rsidP="00E80533">
    <w:pPr>
      <w:tabs>
        <w:tab w:val="center" w:pos="3969"/>
      </w:tabs>
      <w:jc w:val="center"/>
      <w:rPr>
        <w:rFonts w:ascii="Times New Roman" w:hAnsi="Times New Roman" w:cs="Times New Roman"/>
        <w:sz w:val="24"/>
      </w:rPr>
    </w:pPr>
    <w:r w:rsidRPr="00E80533">
      <w:rPr>
        <w:rFonts w:ascii="Times New Roman" w:hAnsi="Times New Roman" w:cs="Times New Roman"/>
        <w:sz w:val="24"/>
      </w:rPr>
      <w:t>THIS DOCUMENT IS ELECTRONICALLY SIGNED WITH A SECURE ELECTRONIC SIGNATURE AND CONTAINS A TIME-STAMP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AE215" w14:textId="77777777" w:rsidR="00273B9A" w:rsidRDefault="00273B9A">
      <w:pPr>
        <w:spacing w:line="240" w:lineRule="auto"/>
      </w:pPr>
      <w:r>
        <w:separator/>
      </w:r>
    </w:p>
  </w:footnote>
  <w:footnote w:type="continuationSeparator" w:id="0">
    <w:p w14:paraId="0CA53841" w14:textId="77777777" w:rsidR="00273B9A" w:rsidRDefault="00273B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A41D" w14:textId="16E84981" w:rsidR="00C07F0B" w:rsidRDefault="00000000" w:rsidP="00F50CA5">
    <w:pPr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703DF14B" wp14:editId="135EB1E0">
              <wp:simplePos x="0" y="0"/>
              <wp:positionH relativeFrom="margin">
                <wp:align>right</wp:align>
              </wp:positionH>
              <wp:positionV relativeFrom="page">
                <wp:posOffset>1400175</wp:posOffset>
              </wp:positionV>
              <wp:extent cx="5915025" cy="316865"/>
              <wp:effectExtent l="0" t="0" r="9525" b="6985"/>
              <wp:wrapNone/>
              <wp:docPr id="217" name="Tekstlodziņ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3580A0" w14:textId="77777777" w:rsidR="00C07F0B" w:rsidRPr="00E262FD" w:rsidRDefault="00000000" w:rsidP="00E262FD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r w:rsidRPr="00193085"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Rīga Stradiņš University</w:t>
                          </w:r>
                        </w:p>
                        <w:p w14:paraId="13942B35" w14:textId="59E761DA" w:rsidR="00C07F0B" w:rsidRPr="00E262FD" w:rsidRDefault="00A060D4" w:rsidP="00A060D4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proofErr w:type="spellStart"/>
                          <w:r w:rsidRPr="00A060D4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Reg</w:t>
                          </w:r>
                          <w:proofErr w:type="spellEnd"/>
                          <w:r w:rsidRPr="00A060D4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 xml:space="preserve">. No. 90000013771, 16 Dzirciema iela, </w:t>
                          </w:r>
                          <w:proofErr w:type="spellStart"/>
                          <w:r w:rsidRPr="00A060D4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Riga</w:t>
                          </w:r>
                          <w:proofErr w:type="spellEnd"/>
                          <w:r w:rsidRPr="00A060D4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, LV-1007, Latvia, +371 67409230, rsu@rsu.lv, www.rsu.lv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3DF14B" id="_x0000_t202" coordsize="21600,21600" o:spt="202" path="m,l,21600r21600,l21600,xe">
              <v:stroke joinstyle="miter"/>
              <v:path gradientshapeok="t" o:connecttype="rect"/>
            </v:shapetype>
            <v:shape id="Tekstlodziņš 2" o:spid="_x0000_s1026" type="#_x0000_t202" style="position:absolute;left:0;text-align:left;margin-left:414.55pt;margin-top:110.25pt;width:465.75pt;height:24.9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" filled="f" stroked="f">
              <v:textbox inset="0,0,0,0">
                <w:txbxContent>
                  <w:p w14:paraId="043580A0" w14:textId="77777777" w:rsidR="00C07F0B" w:rsidRPr="00E262FD" w:rsidRDefault="00000000" w:rsidP="00E262FD">
                    <w:pPr>
                      <w:spacing w:line="240" w:lineRule="auto"/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</w:pPr>
                    <w:r w:rsidRPr="00193085"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  <w:t>Rīga Stradiņš University</w:t>
                    </w:r>
                  </w:p>
                  <w:p w14:paraId="13942B35" w14:textId="59E761DA" w:rsidR="00C07F0B" w:rsidRPr="00E262FD" w:rsidRDefault="00A060D4" w:rsidP="00A060D4">
                    <w:pPr>
                      <w:spacing w:line="240" w:lineRule="auto"/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</w:pPr>
                    <w:proofErr w:type="spellStart"/>
                    <w:r w:rsidRPr="00A060D4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>Reg</w:t>
                    </w:r>
                    <w:proofErr w:type="spellEnd"/>
                    <w:r w:rsidRPr="00A060D4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 xml:space="preserve">. No. 90000013771, 16 Dzirciema iela, </w:t>
                    </w:r>
                    <w:proofErr w:type="spellStart"/>
                    <w:r w:rsidRPr="00A060D4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>Riga</w:t>
                    </w:r>
                    <w:proofErr w:type="spellEnd"/>
                    <w:r w:rsidRPr="00A060D4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>, LV-1007, Latvia, +371 67409230, rsu@rsu.lv, www.rsu.lv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32DA99F2" wp14:editId="07509BE7">
          <wp:simplePos x="0" y="0"/>
          <wp:positionH relativeFrom="page">
            <wp:posOffset>972185</wp:posOffset>
          </wp:positionH>
          <wp:positionV relativeFrom="page">
            <wp:posOffset>323850</wp:posOffset>
          </wp:positionV>
          <wp:extent cx="1879200" cy="648000"/>
          <wp:effectExtent l="0" t="0" r="6985" b="0"/>
          <wp:wrapNone/>
          <wp:docPr id="362027124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452297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EAD"/>
    <w:rsid w:val="00003E22"/>
    <w:rsid w:val="00054A09"/>
    <w:rsid w:val="0007053D"/>
    <w:rsid w:val="000A1740"/>
    <w:rsid w:val="000C6220"/>
    <w:rsid w:val="000D0382"/>
    <w:rsid w:val="00113ABC"/>
    <w:rsid w:val="00115436"/>
    <w:rsid w:val="001315A4"/>
    <w:rsid w:val="00135A4A"/>
    <w:rsid w:val="00193085"/>
    <w:rsid w:val="00266E2D"/>
    <w:rsid w:val="00273B9A"/>
    <w:rsid w:val="00286749"/>
    <w:rsid w:val="003F5436"/>
    <w:rsid w:val="00432F43"/>
    <w:rsid w:val="004641AE"/>
    <w:rsid w:val="00525042"/>
    <w:rsid w:val="00674307"/>
    <w:rsid w:val="006D2F5F"/>
    <w:rsid w:val="00750B12"/>
    <w:rsid w:val="007B206C"/>
    <w:rsid w:val="0097491D"/>
    <w:rsid w:val="009C5F6F"/>
    <w:rsid w:val="009E23C5"/>
    <w:rsid w:val="009E6F4E"/>
    <w:rsid w:val="00A060D4"/>
    <w:rsid w:val="00A427D9"/>
    <w:rsid w:val="00A5627B"/>
    <w:rsid w:val="00AC0EAD"/>
    <w:rsid w:val="00AE60C2"/>
    <w:rsid w:val="00B95DCE"/>
    <w:rsid w:val="00C07F0B"/>
    <w:rsid w:val="00C2340E"/>
    <w:rsid w:val="00C46C06"/>
    <w:rsid w:val="00CB5214"/>
    <w:rsid w:val="00D92313"/>
    <w:rsid w:val="00E262FD"/>
    <w:rsid w:val="00E7202F"/>
    <w:rsid w:val="00E80533"/>
    <w:rsid w:val="00F50CA5"/>
    <w:rsid w:val="00FF6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B939E"/>
  <w15:chartTrackingRefBased/>
  <w15:docId w15:val="{0BA723E2-00D2-4442-8C0C-0240D9B11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22"/>
    <w:pPr>
      <w:spacing w:after="0" w:line="336" w:lineRule="auto"/>
    </w:pPr>
    <w:rPr>
      <w:rFonts w:ascii="University Text" w:hAnsi="University Text"/>
      <w:color w:val="000000" w:themeColor="text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C07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07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07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F0B"/>
    <w:rPr>
      <w:rFonts w:eastAsiaTheme="majorEastAsia" w:cstheme="majorBidi"/>
      <w:color w:val="272727" w:themeColor="text1" w:themeTint="D8"/>
    </w:rPr>
  </w:style>
  <w:style w:type="paragraph" w:styleId="Subtitle">
    <w:name w:val="Subtitle"/>
    <w:next w:val="Normal"/>
    <w:link w:val="SubtitleChar"/>
    <w:autoRedefine/>
    <w:uiPriority w:val="11"/>
    <w:qFormat/>
    <w:rsid w:val="00003E22"/>
    <w:pPr>
      <w:numPr>
        <w:ilvl w:val="1"/>
      </w:numPr>
      <w:spacing w:after="0" w:line="336" w:lineRule="auto"/>
    </w:pPr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3E22"/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paragraph" w:styleId="Footer">
    <w:name w:val="footer"/>
    <w:basedOn w:val="Normal"/>
    <w:link w:val="FooterChar"/>
    <w:uiPriority w:val="99"/>
    <w:unhideWhenUsed/>
    <w:rsid w:val="00C07F0B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F0B"/>
  </w:style>
  <w:style w:type="paragraph" w:styleId="Header">
    <w:name w:val="header"/>
    <w:basedOn w:val="Normal"/>
    <w:link w:val="HeaderChar"/>
    <w:uiPriority w:val="99"/>
    <w:unhideWhenUsed/>
    <w:rsid w:val="00193085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085"/>
    <w:rPr>
      <w:rFonts w:ascii="University Text" w:hAnsi="University Text"/>
      <w:color w:val="000000" w:themeColor="text1"/>
      <w:spacing w:val="4"/>
      <w:sz w:val="20"/>
    </w:rPr>
  </w:style>
  <w:style w:type="paragraph" w:customStyle="1" w:styleId="Normalsteksts">
    <w:name w:val="Normals teksts"/>
    <w:basedOn w:val="Normal"/>
    <w:link w:val="NormalstekstsChar"/>
    <w:qFormat/>
    <w:rsid w:val="00E7202F"/>
    <w:pPr>
      <w:spacing w:before="120" w:after="120" w:line="276" w:lineRule="auto"/>
      <w:ind w:firstLine="709"/>
      <w:jc w:val="both"/>
    </w:pPr>
    <w:rPr>
      <w:rFonts w:ascii="Times New Roman" w:eastAsia="Calibri" w:hAnsi="Times New Roman" w:cs="Times New Roman"/>
      <w:color w:val="auto"/>
      <w:spacing w:val="0"/>
      <w:kern w:val="0"/>
      <w:sz w:val="24"/>
      <w14:ligatures w14:val="none"/>
    </w:rPr>
  </w:style>
  <w:style w:type="character" w:customStyle="1" w:styleId="NormalstekstsChar">
    <w:name w:val="Normals teksts Char"/>
    <w:link w:val="Normalsteksts"/>
    <w:rsid w:val="00E7202F"/>
    <w:rPr>
      <w:rFonts w:ascii="Times New Roman" w:eastAsia="Calibri" w:hAnsi="Times New Roman" w:cs="Times New Roman"/>
      <w:kern w:val="0"/>
      <w14:ligatures w14:val="none"/>
    </w:rPr>
  </w:style>
  <w:style w:type="paragraph" w:customStyle="1" w:styleId="Saspieststeksts">
    <w:name w:val="Saspiests teksts"/>
    <w:basedOn w:val="Normalsteksts"/>
    <w:link w:val="SaspieststekstsChar"/>
    <w:qFormat/>
    <w:rsid w:val="00E7202F"/>
    <w:pPr>
      <w:spacing w:before="0" w:after="0" w:line="240" w:lineRule="auto"/>
    </w:pPr>
  </w:style>
  <w:style w:type="character" w:customStyle="1" w:styleId="SaspieststekstsChar">
    <w:name w:val="Saspiests teksts Char"/>
    <w:link w:val="Saspieststeksts"/>
    <w:rsid w:val="00E7202F"/>
    <w:rPr>
      <w:rFonts w:ascii="Times New Roman" w:eastAsia="Calibri" w:hAnsi="Times New Roman" w:cs="Times New Roman"/>
      <w:kern w:val="0"/>
      <w14:ligatures w14:val="none"/>
    </w:rPr>
  </w:style>
  <w:style w:type="paragraph" w:customStyle="1" w:styleId="Temadokumentam">
    <w:name w:val="Tema dokumentam"/>
    <w:basedOn w:val="Normalsteksts"/>
    <w:link w:val="TemadokumentamChar"/>
    <w:qFormat/>
    <w:rsid w:val="00E7202F"/>
    <w:pPr>
      <w:ind w:firstLine="0"/>
    </w:pPr>
    <w:rPr>
      <w:b/>
    </w:rPr>
  </w:style>
  <w:style w:type="character" w:customStyle="1" w:styleId="TemadokumentamChar">
    <w:name w:val="Tema dokumentam Char"/>
    <w:link w:val="Temadokumentam"/>
    <w:rsid w:val="00E7202F"/>
    <w:rPr>
      <w:rFonts w:ascii="Times New Roman" w:eastAsia="Calibri" w:hAnsi="Times New Roman" w:cs="Times New Roman"/>
      <w:b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cvei\Desktop\veidlapas\RSU_veidlapa_sarakste_EN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RSU_veidlapa_sarakste_EN</Template>
  <TotalTime>7</TotalTime>
  <Pages>1</Pages>
  <Words>222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Ance Veinberga</dc:creator>
  <cp:lastModifiedBy>Ance Veinberga</cp:lastModifiedBy>
  <cp:revision>4</cp:revision>
  <dcterms:created xsi:type="dcterms:W3CDTF">2026-02-10T13:42:00Z</dcterms:created>
  <dcterms:modified xsi:type="dcterms:W3CDTF">2026-02-12T08:30:00Z</dcterms:modified>
</cp:coreProperties>
</file>